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11B526A8" w:rsidR="00934293" w:rsidRPr="00E11D81" w:rsidRDefault="00EA0F38" w:rsidP="00921A84">
            <w:pPr>
              <w:pStyle w:val="berschrift1"/>
            </w:pPr>
            <w:r>
              <w:t>Auffang-,</w:t>
            </w:r>
            <w:r w:rsidR="005D3515">
              <w:t xml:space="preserve"> Ret</w:t>
            </w:r>
            <w:r w:rsidR="00F4143E">
              <w:t>tungsgurt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693C3656" w:rsidR="006A560A" w:rsidRPr="00E11D81" w:rsidRDefault="00F4143E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Ser.Nr</w:t>
            </w:r>
            <w:proofErr w:type="spellEnd"/>
            <w:r>
              <w:rPr>
                <w:rFonts w:ascii="Trebuchet MS" w:hAnsi="Trebuchet MS" w:cs="Arial"/>
              </w:rPr>
              <w:t>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5D83F37D" w:rsidR="002314EB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Alle Geräteteile vorhanden</w:t>
            </w:r>
            <w:r w:rsidR="0085782D">
              <w:rPr>
                <w:rFonts w:ascii="Trebuchet MS" w:hAnsi="Trebuchet MS"/>
                <w:sz w:val="20"/>
              </w:rPr>
              <w:t>, Typenschild</w:t>
            </w:r>
            <w:r w:rsidR="00F4143E">
              <w:rPr>
                <w:rFonts w:ascii="Trebuchet MS" w:hAnsi="Trebuchet MS"/>
                <w:sz w:val="20"/>
              </w:rPr>
              <w:t xml:space="preserve">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0CBBA258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</w:t>
            </w:r>
            <w:r w:rsidR="005D3515">
              <w:rPr>
                <w:rFonts w:ascii="Trebuchet MS" w:hAnsi="Trebuchet MS"/>
                <w:sz w:val="20"/>
              </w:rPr>
              <w:t>gurt</w:t>
            </w:r>
            <w:r w:rsidR="001A0057">
              <w:rPr>
                <w:rFonts w:ascii="Trebuchet MS" w:hAnsi="Trebuchet MS"/>
                <w:sz w:val="20"/>
              </w:rPr>
              <w:t xml:space="preserve"> nicht abgenützt, keine Risse oder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0E059173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</w:t>
            </w:r>
            <w:r w:rsidR="005D3515">
              <w:rPr>
                <w:rFonts w:ascii="Trebuchet MS" w:hAnsi="Trebuchet MS"/>
                <w:sz w:val="20"/>
              </w:rPr>
              <w:t>gurt</w:t>
            </w:r>
            <w:r w:rsidR="001A0057">
              <w:rPr>
                <w:rFonts w:ascii="Trebuchet MS" w:hAnsi="Trebuchet MS"/>
                <w:sz w:val="20"/>
              </w:rPr>
              <w:t xml:space="preserve"> weist keine Flecken infolge Einwirken schädlicher Stoffe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71D8F098" w:rsidR="002314EB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Einhängeringe nicht verformt, beschädigt, keine augenscheinlichen Risse</w:t>
            </w:r>
            <w:r w:rsidR="005D3515">
              <w:rPr>
                <w:rFonts w:ascii="Trebuchet MS" w:hAnsi="Trebuchet MS"/>
                <w:sz w:val="20"/>
              </w:rPr>
              <w:t>, Kennzeichnung der Halteringe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39D65797" w:rsidR="00564542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</w:t>
            </w:r>
            <w:r w:rsidR="005D3515">
              <w:rPr>
                <w:rFonts w:ascii="Trebuchet MS" w:hAnsi="Trebuchet MS"/>
                <w:sz w:val="20"/>
              </w:rPr>
              <w:t>gurt</w:t>
            </w:r>
            <w:r w:rsidR="001A0057">
              <w:rPr>
                <w:rFonts w:ascii="Trebuchet MS" w:hAnsi="Trebuchet MS"/>
                <w:sz w:val="20"/>
              </w:rPr>
              <w:t xml:space="preserve"> weist 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2151EF40" w:rsidR="00D34D9A" w:rsidRPr="00E11D81" w:rsidRDefault="002314E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Rettungs</w:t>
            </w:r>
            <w:r w:rsidR="005D3515">
              <w:rPr>
                <w:rFonts w:ascii="Trebuchet MS" w:hAnsi="Trebuchet MS"/>
                <w:sz w:val="20"/>
              </w:rPr>
              <w:t>gurt</w:t>
            </w:r>
            <w:r w:rsidR="001A0057">
              <w:rPr>
                <w:rFonts w:ascii="Trebuchet MS" w:hAnsi="Trebuchet MS"/>
                <w:sz w:val="20"/>
              </w:rPr>
              <w:t xml:space="preserve"> weist keine Stockflecken (Schimmel)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292A6FC" w:rsidR="000E091B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337C66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337C66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3997D3A6" w14:textId="77777777" w:rsidR="005D3515" w:rsidRPr="005D3515" w:rsidRDefault="005D3515" w:rsidP="005D3515">
      <w:pPr>
        <w:rPr>
          <w:rFonts w:ascii="Trebuchet MS" w:hAnsi="Trebuchet MS"/>
        </w:rPr>
      </w:pPr>
    </w:p>
    <w:sectPr w:rsidR="005D3515" w:rsidRPr="005D3515" w:rsidSect="00901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B6B37" w14:textId="77777777" w:rsidR="00244D94" w:rsidRDefault="00244D94">
      <w:r>
        <w:separator/>
      </w:r>
    </w:p>
  </w:endnote>
  <w:endnote w:type="continuationSeparator" w:id="0">
    <w:p w14:paraId="686C921E" w14:textId="77777777" w:rsidR="00244D94" w:rsidRDefault="002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13F26" w14:textId="77777777" w:rsidR="002C122D" w:rsidRDefault="002C12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E8D6276" w:rsidR="0095175A" w:rsidRPr="00A55204" w:rsidRDefault="0095175A" w:rsidP="0095175A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37C66">
            <w:rPr>
              <w:rFonts w:ascii="Trebuchet MS" w:hAnsi="Trebuchet MS"/>
              <w:snapToGrid w:val="0"/>
              <w:sz w:val="16"/>
            </w:rPr>
            <w:t xml:space="preserve">AUFFANG-, </w:t>
          </w:r>
          <w:r w:rsidR="005D3515">
            <w:rPr>
              <w:rFonts w:ascii="Trebuchet MS" w:hAnsi="Trebuchet MS"/>
              <w:snapToGrid w:val="0"/>
              <w:sz w:val="16"/>
            </w:rPr>
            <w:t>RETTUNGSGURT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20831AB2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85782D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85782D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2BDCCEBF" w:rsidR="001E4744" w:rsidRPr="0095175A" w:rsidRDefault="002C122D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 xml:space="preserve"> 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DD15" w14:textId="77777777" w:rsidR="002C122D" w:rsidRDefault="002C12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6CF67" w14:textId="77777777" w:rsidR="00244D94" w:rsidRDefault="00244D94">
      <w:r>
        <w:separator/>
      </w:r>
    </w:p>
  </w:footnote>
  <w:footnote w:type="continuationSeparator" w:id="0">
    <w:p w14:paraId="4B1DCD24" w14:textId="77777777" w:rsidR="00244D94" w:rsidRDefault="00244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DA698" w14:textId="77777777" w:rsidR="002C122D" w:rsidRDefault="002C12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8F599" w14:textId="77777777" w:rsidR="002C122D" w:rsidRDefault="002C122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A2D6" w14:textId="77777777" w:rsidR="002C122D" w:rsidRDefault="002C12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46258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314EB"/>
    <w:rsid w:val="002350FF"/>
    <w:rsid w:val="00244D94"/>
    <w:rsid w:val="00292A0B"/>
    <w:rsid w:val="002C122D"/>
    <w:rsid w:val="002E768E"/>
    <w:rsid w:val="002F3B6F"/>
    <w:rsid w:val="00303C58"/>
    <w:rsid w:val="00305BCE"/>
    <w:rsid w:val="0032225F"/>
    <w:rsid w:val="00325ED1"/>
    <w:rsid w:val="00337C66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5D3515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54787"/>
    <w:rsid w:val="0085782D"/>
    <w:rsid w:val="008D5BD2"/>
    <w:rsid w:val="008E23A2"/>
    <w:rsid w:val="009015D6"/>
    <w:rsid w:val="0091420E"/>
    <w:rsid w:val="00921A84"/>
    <w:rsid w:val="00926AFC"/>
    <w:rsid w:val="00934293"/>
    <w:rsid w:val="0095175A"/>
    <w:rsid w:val="009537C3"/>
    <w:rsid w:val="00986F9C"/>
    <w:rsid w:val="009D17C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1C11"/>
    <w:rsid w:val="00D322A8"/>
    <w:rsid w:val="00D34D9A"/>
    <w:rsid w:val="00D55456"/>
    <w:rsid w:val="00D57536"/>
    <w:rsid w:val="00D710BF"/>
    <w:rsid w:val="00D86CB1"/>
    <w:rsid w:val="00DE0BE4"/>
    <w:rsid w:val="00DF1919"/>
    <w:rsid w:val="00DF27AF"/>
    <w:rsid w:val="00E11D81"/>
    <w:rsid w:val="00E1461C"/>
    <w:rsid w:val="00E36EF0"/>
    <w:rsid w:val="00E466C8"/>
    <w:rsid w:val="00E56653"/>
    <w:rsid w:val="00E67854"/>
    <w:rsid w:val="00E71046"/>
    <w:rsid w:val="00E9412D"/>
    <w:rsid w:val="00EA0F38"/>
    <w:rsid w:val="00EE1228"/>
    <w:rsid w:val="00F01008"/>
    <w:rsid w:val="00F072FC"/>
    <w:rsid w:val="00F14DD9"/>
    <w:rsid w:val="00F37B4B"/>
    <w:rsid w:val="00F4143E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121DB-377B-43B7-99ED-3D4512076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87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926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9</cp:revision>
  <cp:lastPrinted>2025-03-19T06:39:00Z</cp:lastPrinted>
  <dcterms:created xsi:type="dcterms:W3CDTF">2023-11-23T10:51:00Z</dcterms:created>
  <dcterms:modified xsi:type="dcterms:W3CDTF">2025-03-19T06:40:00Z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