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8931"/>
        <w:gridCol w:w="2835"/>
      </w:tblGrid>
      <w:tr w:rsidR="00374A13" w:rsidRPr="00F471C1" w14:paraId="2D815905" w14:textId="77777777" w:rsidTr="007B2CF1">
        <w:trPr>
          <w:trHeight w:val="826"/>
        </w:trPr>
        <w:tc>
          <w:tcPr>
            <w:tcW w:w="2835" w:type="dxa"/>
            <w:shd w:val="clear" w:color="auto" w:fill="auto"/>
            <w:vAlign w:val="center"/>
          </w:tcPr>
          <w:p w14:paraId="16B02785" w14:textId="51BF89B4" w:rsidR="00374A13" w:rsidRPr="000C6ED3" w:rsidRDefault="00374A13" w:rsidP="0023537F">
            <w:pPr>
              <w:pStyle w:val="Kopfzeile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br w:type="page"/>
            </w:r>
            <w:r>
              <w:rPr>
                <w:rFonts w:cs="Arial"/>
                <w:sz w:val="18"/>
                <w:szCs w:val="18"/>
              </w:rPr>
              <w:br w:type="page"/>
            </w:r>
            <w:r>
              <w:rPr>
                <w:rFonts w:cs="Arial"/>
                <w:sz w:val="18"/>
                <w:szCs w:val="18"/>
              </w:rPr>
              <w:br w:type="page"/>
            </w:r>
            <w:r w:rsidRPr="00FF5639">
              <w:rPr>
                <w:rFonts w:cs="Arial"/>
                <w:sz w:val="20"/>
              </w:rPr>
              <w:br w:type="page"/>
            </w:r>
          </w:p>
        </w:tc>
        <w:tc>
          <w:tcPr>
            <w:tcW w:w="893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E8E032" w14:textId="77777777" w:rsidR="00374A13" w:rsidRPr="008910E5" w:rsidRDefault="00374A13" w:rsidP="001B61AC">
            <w:pPr>
              <w:pStyle w:val="Kopfzeile"/>
              <w:tabs>
                <w:tab w:val="center" w:pos="-2937"/>
              </w:tabs>
              <w:jc w:val="center"/>
              <w:rPr>
                <w:rFonts w:cs="Arial"/>
                <w:sz w:val="40"/>
                <w:szCs w:val="40"/>
              </w:rPr>
            </w:pPr>
            <w:r w:rsidRPr="008910E5">
              <w:rPr>
                <w:sz w:val="40"/>
                <w:szCs w:val="40"/>
              </w:rPr>
              <w:t>LEERÜBERSICHT</w:t>
            </w:r>
          </w:p>
        </w:tc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EDD7EC" w14:textId="77777777" w:rsidR="00374A13" w:rsidRPr="000C6ED3" w:rsidRDefault="00374A13" w:rsidP="001B61AC">
            <w:pPr>
              <w:pStyle w:val="Kopfzeile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5640D7F3" w14:textId="77777777" w:rsidR="00374A13" w:rsidRPr="000C6ED3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10"/>
          <w:szCs w:val="10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</w:tblGrid>
      <w:tr w:rsidR="00374A13" w:rsidRPr="0078352A" w14:paraId="3B99852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97BE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5102A1E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6D0A377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3BFDD50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13E315E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09CB67D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5B5BED7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70B29F5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0F9798A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45C84CF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303D2A5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</w:tcPr>
          <w:p w14:paraId="358F506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</w:tcPr>
          <w:p w14:paraId="560C941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0B950FDE" w14:textId="77777777" w:rsidR="00374A13" w:rsidRPr="0078352A" w:rsidRDefault="00374A13" w:rsidP="001B61AC">
      <w:pPr>
        <w:pStyle w:val="Kopfzeile"/>
        <w:tabs>
          <w:tab w:val="center" w:pos="0"/>
          <w:tab w:val="left" w:pos="7200"/>
        </w:tabs>
        <w:jc w:val="center"/>
        <w:rPr>
          <w:rFonts w:cs="Arial"/>
          <w:sz w:val="6"/>
          <w:szCs w:val="6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  <w:gridCol w:w="980"/>
        <w:gridCol w:w="981"/>
      </w:tblGrid>
      <w:tr w:rsidR="00374A13" w:rsidRPr="0078352A" w14:paraId="5FAD7DC4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8E790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C7243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C638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7898F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901E7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ED3E4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7BFAF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7E49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A6A3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F9EAF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B7F2E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E545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6984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837D994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EA01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10950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32255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FD88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B3271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EF419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B5474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7D4D6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E7E7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16A19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41786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B4751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FBAD6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172C8E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A2CD2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A5D29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DFC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D18D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7F786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39ED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5C973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21FF6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501E3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A4BB6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B5ABD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E400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A4B9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1A458D6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92391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A4BB7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7853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7F4EE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03A4C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D629F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15766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BF65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5D5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5CFF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B2FB7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668DA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541B3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658C34A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0AD0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2AFAF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EA28F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23E1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487D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D1A2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02C9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B9D8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56595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E6BF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71E61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959D4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C0B12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15073AE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48C87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3F94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34150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7CC3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03356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5545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15AD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767D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671C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86AEC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B4AC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A0894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BEA87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4F503163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72AD6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7253E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9B3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4405D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9FA88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11CE3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21C9A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42278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F2EBF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5323B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8D29A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391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7D772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A2034E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837B3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1B5F3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20F0E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C7075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726A2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E4AD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994D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80A0B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A1EFA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2F64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03A7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AF0A1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231D1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CE5D54E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996BB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C5118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D888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ACCB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7CCBD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A3FF5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8AF7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0146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CECF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7BCFA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DAAA5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C58F9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217DD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9E9290D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350B9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0B970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D86F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E83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9A1A1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E8345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2D69E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419B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9B125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1B686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81E8C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CAEEB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34713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F605877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D87CD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90E0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DC13E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F4A4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5DF17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06192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00F29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66A46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BEDE3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5EA33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A75AC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52652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00524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ED8BA3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E805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E121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082A8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54961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1000B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F799E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D8533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C46A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2F7C4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FF3E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FBF19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08C3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C1049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2BC0894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6CA8C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370C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A224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239D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2A9F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CFBBB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61BB9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6674B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8305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82C1A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4B49C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594C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CB425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470C839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A1BF8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3C720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EA5C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5A29C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00F22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5E97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E9DE9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CD31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0A245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01C0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11CC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18DF8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43CF3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011D1382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BDED6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485E5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57B04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285F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AE77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7FA98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97C1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ED68F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E03C7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BB9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7B0D6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BE37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56D45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45ECB58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82060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EA71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CD138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7299F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8E7C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318C3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DD3E0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050E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4D868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E377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11BA73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AA3C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A90A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2F6F43D1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FBF77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52909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82A9D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BA1F4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ECAE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AA6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6E111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927A8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7402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3F10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92B71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7D35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C46BF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2C750B6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89754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5022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0787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E984E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9D7E4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2E94C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BCF19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CCD5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DCE1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C7C8C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6F644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66984F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EE087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5D8D8802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7038A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3A0CAD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05108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58EAE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89F8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4C97F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6ED91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8B1296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54C60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3EDE7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E8DA0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1799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A1718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15CB194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79C8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BCA4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FC796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C9922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F884B5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08157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2BED2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63EF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1B953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37BA5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F47C44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4FFC51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F916E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4A13" w:rsidRPr="0078352A" w14:paraId="784E7048" w14:textId="77777777" w:rsidTr="007B2CF1">
        <w:trPr>
          <w:cantSplit/>
          <w:trHeight w:val="251"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959D5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C2300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B96E70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CE75C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8880B8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BF0C9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53503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39AA92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51734A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C0A5F7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ABC48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9F5A0B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8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4E1A29" w14:textId="77777777" w:rsidR="00374A13" w:rsidRPr="0078352A" w:rsidRDefault="00374A13" w:rsidP="001B61AC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835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35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352A">
              <w:rPr>
                <w:rFonts w:ascii="Arial" w:hAnsi="Arial" w:cs="Arial"/>
                <w:sz w:val="22"/>
                <w:szCs w:val="22"/>
              </w:rPr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t> </w:t>
            </w:r>
            <w:r w:rsidRPr="007835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4366EBE" w14:textId="77777777" w:rsidR="00374A13" w:rsidRPr="004938F7" w:rsidRDefault="00374A13" w:rsidP="001B61AC">
      <w:pPr>
        <w:pStyle w:val="Kopfzeile"/>
        <w:jc w:val="center"/>
        <w:rPr>
          <w:rFonts w:cs="Arial"/>
          <w:sz w:val="14"/>
          <w:szCs w:val="14"/>
        </w:rPr>
      </w:pPr>
    </w:p>
    <w:p w14:paraId="43D72896" w14:textId="47AB0D62" w:rsidR="00B3071F" w:rsidRPr="008910E5" w:rsidRDefault="00374A13" w:rsidP="00E23B57">
      <w:pPr>
        <w:pStyle w:val="Kopfzeile"/>
        <w:jc w:val="center"/>
        <w:rPr>
          <w:rFonts w:cs="Arial"/>
        </w:rPr>
      </w:pPr>
      <w:r w:rsidRPr="00E55DC7">
        <w:rPr>
          <w:rFonts w:cs="Arial"/>
          <w:sz w:val="18"/>
          <w:szCs w:val="18"/>
        </w:rPr>
        <w:t>Seite ___</w:t>
      </w:r>
      <w:r>
        <w:rPr>
          <w:rFonts w:cs="Arial"/>
          <w:sz w:val="18"/>
          <w:szCs w:val="18"/>
        </w:rPr>
        <w:t xml:space="preserve"> </w:t>
      </w:r>
    </w:p>
    <w:sectPr w:rsidR="00B3071F" w:rsidRPr="008910E5" w:rsidSect="00E23B57">
      <w:footerReference w:type="even" r:id="rId12"/>
      <w:footerReference w:type="default" r:id="rId13"/>
      <w:pgSz w:w="16838" w:h="11906" w:orient="landscape" w:code="9"/>
      <w:pgMar w:top="624" w:right="1134" w:bottom="624" w:left="1134" w:header="42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F755" w14:textId="77777777" w:rsidR="002B7643" w:rsidRDefault="002B7643" w:rsidP="00D71FED">
      <w:r>
        <w:separator/>
      </w:r>
    </w:p>
  </w:endnote>
  <w:endnote w:type="continuationSeparator" w:id="0">
    <w:p w14:paraId="6E729A74" w14:textId="77777777" w:rsidR="002B7643" w:rsidRDefault="002B7643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CF07" w14:textId="7C67BD37" w:rsidR="00374A13" w:rsidRPr="009E5B07" w:rsidRDefault="00374A13" w:rsidP="009E5B07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199D" w14:textId="77777777" w:rsidR="003E74BA" w:rsidRPr="00E9679B" w:rsidRDefault="00326C02" w:rsidP="00ED49EC">
    <w:pPr>
      <w:pStyle w:val="Fuzeile"/>
      <w:tabs>
        <w:tab w:val="left" w:pos="567"/>
        <w:tab w:val="right" w:pos="453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9468" w14:textId="77777777" w:rsidR="002B7643" w:rsidRDefault="002B7643" w:rsidP="00D71FED">
      <w:r>
        <w:separator/>
      </w:r>
    </w:p>
  </w:footnote>
  <w:footnote w:type="continuationSeparator" w:id="0">
    <w:p w14:paraId="327A2B66" w14:textId="77777777" w:rsidR="002B7643" w:rsidRDefault="002B7643" w:rsidP="00D7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366A"/>
    <w:multiLevelType w:val="multilevel"/>
    <w:tmpl w:val="38C096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8" w:hanging="576"/>
      </w:pPr>
    </w:lvl>
    <w:lvl w:ilvl="2">
      <w:start w:val="1"/>
      <w:numFmt w:val="decimal"/>
      <w:pStyle w:val="berschrift3"/>
      <w:lvlText w:val="%1.%2.%3"/>
      <w:lvlJc w:val="left"/>
      <w:pPr>
        <w:ind w:left="152" w:hanging="720"/>
      </w:pPr>
    </w:lvl>
    <w:lvl w:ilvl="3">
      <w:start w:val="1"/>
      <w:numFmt w:val="decimal"/>
      <w:pStyle w:val="berschrift4"/>
      <w:lvlText w:val="%1.%2.%3.%4"/>
      <w:lvlJc w:val="left"/>
      <w:pPr>
        <w:ind w:left="29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44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58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72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87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016" w:hanging="1584"/>
      </w:pPr>
    </w:lvl>
  </w:abstractNum>
  <w:abstractNum w:abstractNumId="1" w15:restartNumberingAfterBreak="0">
    <w:nsid w:val="182741CF"/>
    <w:multiLevelType w:val="hybridMultilevel"/>
    <w:tmpl w:val="D11A7A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633D4"/>
    <w:multiLevelType w:val="hybridMultilevel"/>
    <w:tmpl w:val="0388F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E76C3"/>
    <w:multiLevelType w:val="hybridMultilevel"/>
    <w:tmpl w:val="AEDA5F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F5218"/>
    <w:multiLevelType w:val="hybridMultilevel"/>
    <w:tmpl w:val="E8EAD986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A10B76"/>
    <w:multiLevelType w:val="hybridMultilevel"/>
    <w:tmpl w:val="F4E0C9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E5FFE"/>
    <w:multiLevelType w:val="hybridMultilevel"/>
    <w:tmpl w:val="E1D8CB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60111"/>
    <w:multiLevelType w:val="hybridMultilevel"/>
    <w:tmpl w:val="459E1D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C3D42"/>
    <w:multiLevelType w:val="hybridMultilevel"/>
    <w:tmpl w:val="8E1A27FA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D1D"/>
    <w:multiLevelType w:val="hybridMultilevel"/>
    <w:tmpl w:val="ED9C1C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0FA"/>
    <w:multiLevelType w:val="hybridMultilevel"/>
    <w:tmpl w:val="0AB2B9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2CDE"/>
    <w:multiLevelType w:val="hybridMultilevel"/>
    <w:tmpl w:val="E9920B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C6B25"/>
    <w:multiLevelType w:val="hybridMultilevel"/>
    <w:tmpl w:val="DF06AC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C2925"/>
    <w:multiLevelType w:val="hybridMultilevel"/>
    <w:tmpl w:val="7A3E0A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66969"/>
    <w:multiLevelType w:val="hybridMultilevel"/>
    <w:tmpl w:val="874261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C074C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0B0"/>
    <w:multiLevelType w:val="hybridMultilevel"/>
    <w:tmpl w:val="D7C65C4C"/>
    <w:lvl w:ilvl="0" w:tplc="4C3C07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FFFFFFFF">
      <w:numFmt w:val="bullet"/>
      <w:lvlText w:val="-"/>
      <w:lvlJc w:val="left"/>
      <w:pPr>
        <w:ind w:left="1510" w:hanging="43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93F69"/>
    <w:multiLevelType w:val="hybridMultilevel"/>
    <w:tmpl w:val="CE2284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03718"/>
    <w:multiLevelType w:val="hybridMultilevel"/>
    <w:tmpl w:val="810AF4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86598">
    <w:abstractNumId w:val="4"/>
  </w:num>
  <w:num w:numId="2" w16cid:durableId="810557712">
    <w:abstractNumId w:val="0"/>
  </w:num>
  <w:num w:numId="3" w16cid:durableId="101819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03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00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87918">
    <w:abstractNumId w:val="10"/>
  </w:num>
  <w:num w:numId="7" w16cid:durableId="2111465350">
    <w:abstractNumId w:val="2"/>
  </w:num>
  <w:num w:numId="8" w16cid:durableId="1289361994">
    <w:abstractNumId w:val="5"/>
  </w:num>
  <w:num w:numId="9" w16cid:durableId="726682002">
    <w:abstractNumId w:val="3"/>
  </w:num>
  <w:num w:numId="10" w16cid:durableId="115218404">
    <w:abstractNumId w:val="1"/>
  </w:num>
  <w:num w:numId="11" w16cid:durableId="445004807">
    <w:abstractNumId w:val="16"/>
  </w:num>
  <w:num w:numId="12" w16cid:durableId="1084299034">
    <w:abstractNumId w:val="14"/>
  </w:num>
  <w:num w:numId="13" w16cid:durableId="1140416034">
    <w:abstractNumId w:val="7"/>
  </w:num>
  <w:num w:numId="14" w16cid:durableId="742028318">
    <w:abstractNumId w:val="12"/>
  </w:num>
  <w:num w:numId="15" w16cid:durableId="1027951994">
    <w:abstractNumId w:val="17"/>
  </w:num>
  <w:num w:numId="16" w16cid:durableId="619528909">
    <w:abstractNumId w:val="6"/>
  </w:num>
  <w:num w:numId="17" w16cid:durableId="1304040175">
    <w:abstractNumId w:val="11"/>
  </w:num>
  <w:num w:numId="18" w16cid:durableId="1874927843">
    <w:abstractNumId w:val="9"/>
  </w:num>
  <w:num w:numId="19" w16cid:durableId="2024546815">
    <w:abstractNumId w:val="13"/>
  </w:num>
  <w:num w:numId="20" w16cid:durableId="1879321673">
    <w:abstractNumId w:val="8"/>
  </w:num>
  <w:num w:numId="21" w16cid:durableId="1085420349">
    <w:abstractNumId w:val="0"/>
  </w:num>
  <w:num w:numId="22" w16cid:durableId="1877887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9759829">
    <w:abstractNumId w:val="15"/>
  </w:num>
  <w:num w:numId="24" w16cid:durableId="38687754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D0"/>
    <w:rsid w:val="00000091"/>
    <w:rsid w:val="00021A9F"/>
    <w:rsid w:val="00035F54"/>
    <w:rsid w:val="000400A2"/>
    <w:rsid w:val="00055A61"/>
    <w:rsid w:val="000643D4"/>
    <w:rsid w:val="000706B2"/>
    <w:rsid w:val="0007664D"/>
    <w:rsid w:val="0007744F"/>
    <w:rsid w:val="00094A4D"/>
    <w:rsid w:val="000950FE"/>
    <w:rsid w:val="000972ED"/>
    <w:rsid w:val="000A47E5"/>
    <w:rsid w:val="000A6959"/>
    <w:rsid w:val="000B2548"/>
    <w:rsid w:val="000B579D"/>
    <w:rsid w:val="000B74E3"/>
    <w:rsid w:val="000D253A"/>
    <w:rsid w:val="000D3064"/>
    <w:rsid w:val="000F10A2"/>
    <w:rsid w:val="000F4B0F"/>
    <w:rsid w:val="000F6890"/>
    <w:rsid w:val="00102810"/>
    <w:rsid w:val="00103406"/>
    <w:rsid w:val="00106808"/>
    <w:rsid w:val="0013163A"/>
    <w:rsid w:val="00132547"/>
    <w:rsid w:val="001416F5"/>
    <w:rsid w:val="001626E6"/>
    <w:rsid w:val="0017580E"/>
    <w:rsid w:val="0017680E"/>
    <w:rsid w:val="00177348"/>
    <w:rsid w:val="001923E6"/>
    <w:rsid w:val="001B61AC"/>
    <w:rsid w:val="001B6754"/>
    <w:rsid w:val="001C181B"/>
    <w:rsid w:val="001C5CD1"/>
    <w:rsid w:val="001C73EE"/>
    <w:rsid w:val="001E138F"/>
    <w:rsid w:val="001E2CCC"/>
    <w:rsid w:val="00204D84"/>
    <w:rsid w:val="00205963"/>
    <w:rsid w:val="0021502C"/>
    <w:rsid w:val="00215D4B"/>
    <w:rsid w:val="00216897"/>
    <w:rsid w:val="00217F75"/>
    <w:rsid w:val="00223A21"/>
    <w:rsid w:val="0022694D"/>
    <w:rsid w:val="0023537F"/>
    <w:rsid w:val="00237030"/>
    <w:rsid w:val="00244F8C"/>
    <w:rsid w:val="00252433"/>
    <w:rsid w:val="0025316D"/>
    <w:rsid w:val="00260C9F"/>
    <w:rsid w:val="00280FA5"/>
    <w:rsid w:val="00284F0B"/>
    <w:rsid w:val="00291A42"/>
    <w:rsid w:val="002940AC"/>
    <w:rsid w:val="002979F8"/>
    <w:rsid w:val="002A3B41"/>
    <w:rsid w:val="002A406F"/>
    <w:rsid w:val="002A47A2"/>
    <w:rsid w:val="002A650A"/>
    <w:rsid w:val="002B0348"/>
    <w:rsid w:val="002B7643"/>
    <w:rsid w:val="002D1855"/>
    <w:rsid w:val="002D1DA6"/>
    <w:rsid w:val="002D1E9F"/>
    <w:rsid w:val="002D2417"/>
    <w:rsid w:val="002D58EB"/>
    <w:rsid w:val="002E08AA"/>
    <w:rsid w:val="002E5077"/>
    <w:rsid w:val="002F1329"/>
    <w:rsid w:val="002F31C4"/>
    <w:rsid w:val="00301D02"/>
    <w:rsid w:val="00303E71"/>
    <w:rsid w:val="00310A43"/>
    <w:rsid w:val="00310A8D"/>
    <w:rsid w:val="00315AD3"/>
    <w:rsid w:val="00326C02"/>
    <w:rsid w:val="0034697F"/>
    <w:rsid w:val="00374A13"/>
    <w:rsid w:val="003912D1"/>
    <w:rsid w:val="00394A29"/>
    <w:rsid w:val="0039516A"/>
    <w:rsid w:val="003C01E0"/>
    <w:rsid w:val="003D0AE2"/>
    <w:rsid w:val="003D3B94"/>
    <w:rsid w:val="003E0970"/>
    <w:rsid w:val="003E2380"/>
    <w:rsid w:val="003E499F"/>
    <w:rsid w:val="004048DE"/>
    <w:rsid w:val="004064AA"/>
    <w:rsid w:val="0041647E"/>
    <w:rsid w:val="00420793"/>
    <w:rsid w:val="00423C0C"/>
    <w:rsid w:val="004249F6"/>
    <w:rsid w:val="004274EF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3BC8"/>
    <w:rsid w:val="004C2BCD"/>
    <w:rsid w:val="004D747D"/>
    <w:rsid w:val="004E5C6F"/>
    <w:rsid w:val="004E60B3"/>
    <w:rsid w:val="004F2E76"/>
    <w:rsid w:val="004F55F5"/>
    <w:rsid w:val="005037C0"/>
    <w:rsid w:val="005220B0"/>
    <w:rsid w:val="00522D20"/>
    <w:rsid w:val="005278DC"/>
    <w:rsid w:val="005325E8"/>
    <w:rsid w:val="0053358F"/>
    <w:rsid w:val="005369AF"/>
    <w:rsid w:val="00542C35"/>
    <w:rsid w:val="005477F5"/>
    <w:rsid w:val="005504C8"/>
    <w:rsid w:val="005613B4"/>
    <w:rsid w:val="0056398A"/>
    <w:rsid w:val="00573E9E"/>
    <w:rsid w:val="005759D9"/>
    <w:rsid w:val="00576FB6"/>
    <w:rsid w:val="00583C9E"/>
    <w:rsid w:val="00590426"/>
    <w:rsid w:val="005928A9"/>
    <w:rsid w:val="005A01FB"/>
    <w:rsid w:val="005A53ED"/>
    <w:rsid w:val="005A578B"/>
    <w:rsid w:val="005A6A18"/>
    <w:rsid w:val="005A6DD9"/>
    <w:rsid w:val="005B2A0E"/>
    <w:rsid w:val="005C5637"/>
    <w:rsid w:val="005C58CC"/>
    <w:rsid w:val="005D5E14"/>
    <w:rsid w:val="005E024F"/>
    <w:rsid w:val="005E14F1"/>
    <w:rsid w:val="005E184D"/>
    <w:rsid w:val="005E1A5A"/>
    <w:rsid w:val="005E3891"/>
    <w:rsid w:val="005F0498"/>
    <w:rsid w:val="005F11F5"/>
    <w:rsid w:val="00601FE6"/>
    <w:rsid w:val="0060399F"/>
    <w:rsid w:val="00607B40"/>
    <w:rsid w:val="00610D59"/>
    <w:rsid w:val="0061375A"/>
    <w:rsid w:val="0061635C"/>
    <w:rsid w:val="0061638B"/>
    <w:rsid w:val="00616853"/>
    <w:rsid w:val="00616B7D"/>
    <w:rsid w:val="0062494B"/>
    <w:rsid w:val="0063158A"/>
    <w:rsid w:val="006415A9"/>
    <w:rsid w:val="00641BC2"/>
    <w:rsid w:val="0064522C"/>
    <w:rsid w:val="00661C84"/>
    <w:rsid w:val="00666841"/>
    <w:rsid w:val="00676C61"/>
    <w:rsid w:val="00683429"/>
    <w:rsid w:val="0068500F"/>
    <w:rsid w:val="00692E79"/>
    <w:rsid w:val="006A3839"/>
    <w:rsid w:val="006A535F"/>
    <w:rsid w:val="006B5C7A"/>
    <w:rsid w:val="006C4BDE"/>
    <w:rsid w:val="006C6522"/>
    <w:rsid w:val="006D2833"/>
    <w:rsid w:val="006D4E1E"/>
    <w:rsid w:val="006D79E2"/>
    <w:rsid w:val="006E4242"/>
    <w:rsid w:val="006E75CC"/>
    <w:rsid w:val="006F49D8"/>
    <w:rsid w:val="0070085F"/>
    <w:rsid w:val="00704C21"/>
    <w:rsid w:val="00707560"/>
    <w:rsid w:val="007142C5"/>
    <w:rsid w:val="007159C1"/>
    <w:rsid w:val="00716543"/>
    <w:rsid w:val="00730CC7"/>
    <w:rsid w:val="007366F6"/>
    <w:rsid w:val="0075051D"/>
    <w:rsid w:val="00752038"/>
    <w:rsid w:val="00756EE7"/>
    <w:rsid w:val="00764C19"/>
    <w:rsid w:val="00776D27"/>
    <w:rsid w:val="007829B0"/>
    <w:rsid w:val="007871FA"/>
    <w:rsid w:val="007874D0"/>
    <w:rsid w:val="007A1B08"/>
    <w:rsid w:val="007B4648"/>
    <w:rsid w:val="007C33AD"/>
    <w:rsid w:val="007D063B"/>
    <w:rsid w:val="007E1E86"/>
    <w:rsid w:val="007E26A9"/>
    <w:rsid w:val="007E4857"/>
    <w:rsid w:val="008356F9"/>
    <w:rsid w:val="00837E96"/>
    <w:rsid w:val="008450CD"/>
    <w:rsid w:val="0085151D"/>
    <w:rsid w:val="008536D1"/>
    <w:rsid w:val="008545DB"/>
    <w:rsid w:val="00857FBD"/>
    <w:rsid w:val="008639B9"/>
    <w:rsid w:val="00863C20"/>
    <w:rsid w:val="00870426"/>
    <w:rsid w:val="00886ECA"/>
    <w:rsid w:val="008912FE"/>
    <w:rsid w:val="008A5D6C"/>
    <w:rsid w:val="008A6D35"/>
    <w:rsid w:val="008B007D"/>
    <w:rsid w:val="008B0610"/>
    <w:rsid w:val="008B47EF"/>
    <w:rsid w:val="008B553F"/>
    <w:rsid w:val="008C0819"/>
    <w:rsid w:val="008C1A36"/>
    <w:rsid w:val="008C5402"/>
    <w:rsid w:val="008C583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1529"/>
    <w:rsid w:val="0095383A"/>
    <w:rsid w:val="009704FF"/>
    <w:rsid w:val="009768E2"/>
    <w:rsid w:val="00976956"/>
    <w:rsid w:val="00976C18"/>
    <w:rsid w:val="009945B1"/>
    <w:rsid w:val="00995D91"/>
    <w:rsid w:val="009A2AF5"/>
    <w:rsid w:val="009A2DC6"/>
    <w:rsid w:val="009A3FFA"/>
    <w:rsid w:val="009B046B"/>
    <w:rsid w:val="009B2EB1"/>
    <w:rsid w:val="009B744B"/>
    <w:rsid w:val="009C49EB"/>
    <w:rsid w:val="009C724B"/>
    <w:rsid w:val="009E5347"/>
    <w:rsid w:val="009E5B07"/>
    <w:rsid w:val="009E7085"/>
    <w:rsid w:val="009F3FBC"/>
    <w:rsid w:val="00A00FBE"/>
    <w:rsid w:val="00A043E2"/>
    <w:rsid w:val="00A04E8B"/>
    <w:rsid w:val="00A27422"/>
    <w:rsid w:val="00A27FE3"/>
    <w:rsid w:val="00A34A4F"/>
    <w:rsid w:val="00A35599"/>
    <w:rsid w:val="00A40CE8"/>
    <w:rsid w:val="00A418B7"/>
    <w:rsid w:val="00A460C4"/>
    <w:rsid w:val="00A467F7"/>
    <w:rsid w:val="00A56108"/>
    <w:rsid w:val="00A63B4B"/>
    <w:rsid w:val="00A719FF"/>
    <w:rsid w:val="00A81155"/>
    <w:rsid w:val="00A81974"/>
    <w:rsid w:val="00A96568"/>
    <w:rsid w:val="00AA5684"/>
    <w:rsid w:val="00AA5E1C"/>
    <w:rsid w:val="00AA6626"/>
    <w:rsid w:val="00AB2876"/>
    <w:rsid w:val="00AB363E"/>
    <w:rsid w:val="00AD4F34"/>
    <w:rsid w:val="00AE19D4"/>
    <w:rsid w:val="00AF2DEC"/>
    <w:rsid w:val="00AF400B"/>
    <w:rsid w:val="00AF4336"/>
    <w:rsid w:val="00B04840"/>
    <w:rsid w:val="00B07193"/>
    <w:rsid w:val="00B11565"/>
    <w:rsid w:val="00B3071F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3D52"/>
    <w:rsid w:val="00B9548A"/>
    <w:rsid w:val="00B9662A"/>
    <w:rsid w:val="00BA3425"/>
    <w:rsid w:val="00BA3FD0"/>
    <w:rsid w:val="00BA3FE1"/>
    <w:rsid w:val="00BA53DE"/>
    <w:rsid w:val="00BC2505"/>
    <w:rsid w:val="00BC34E1"/>
    <w:rsid w:val="00BC4BFC"/>
    <w:rsid w:val="00BD005C"/>
    <w:rsid w:val="00BD0E43"/>
    <w:rsid w:val="00BD1CF8"/>
    <w:rsid w:val="00BD31B5"/>
    <w:rsid w:val="00BD37D2"/>
    <w:rsid w:val="00BD3851"/>
    <w:rsid w:val="00BD5D11"/>
    <w:rsid w:val="00BE7524"/>
    <w:rsid w:val="00BE7E7D"/>
    <w:rsid w:val="00BF1C0E"/>
    <w:rsid w:val="00C052F0"/>
    <w:rsid w:val="00C122C0"/>
    <w:rsid w:val="00C1736D"/>
    <w:rsid w:val="00C1783A"/>
    <w:rsid w:val="00C237D2"/>
    <w:rsid w:val="00C2411F"/>
    <w:rsid w:val="00C45546"/>
    <w:rsid w:val="00C50BEF"/>
    <w:rsid w:val="00C556ED"/>
    <w:rsid w:val="00C56134"/>
    <w:rsid w:val="00C61428"/>
    <w:rsid w:val="00C7257E"/>
    <w:rsid w:val="00C92B38"/>
    <w:rsid w:val="00CA0010"/>
    <w:rsid w:val="00CA186F"/>
    <w:rsid w:val="00CA6225"/>
    <w:rsid w:val="00CA6B69"/>
    <w:rsid w:val="00CB057F"/>
    <w:rsid w:val="00CC0345"/>
    <w:rsid w:val="00CD37A1"/>
    <w:rsid w:val="00CE35F6"/>
    <w:rsid w:val="00CE6E9A"/>
    <w:rsid w:val="00CE7379"/>
    <w:rsid w:val="00CF0F52"/>
    <w:rsid w:val="00CF16B0"/>
    <w:rsid w:val="00CF285B"/>
    <w:rsid w:val="00CF33E5"/>
    <w:rsid w:val="00D22973"/>
    <w:rsid w:val="00D30634"/>
    <w:rsid w:val="00D30C91"/>
    <w:rsid w:val="00D30DA0"/>
    <w:rsid w:val="00D3298A"/>
    <w:rsid w:val="00D3327A"/>
    <w:rsid w:val="00D36F90"/>
    <w:rsid w:val="00D50B44"/>
    <w:rsid w:val="00D516ED"/>
    <w:rsid w:val="00D53879"/>
    <w:rsid w:val="00D56D9B"/>
    <w:rsid w:val="00D71193"/>
    <w:rsid w:val="00D71FED"/>
    <w:rsid w:val="00D72056"/>
    <w:rsid w:val="00D83EB6"/>
    <w:rsid w:val="00D867BA"/>
    <w:rsid w:val="00D9799C"/>
    <w:rsid w:val="00DA0BC0"/>
    <w:rsid w:val="00DA1D58"/>
    <w:rsid w:val="00DB06C1"/>
    <w:rsid w:val="00DC2171"/>
    <w:rsid w:val="00DD32F4"/>
    <w:rsid w:val="00DE1083"/>
    <w:rsid w:val="00DE2738"/>
    <w:rsid w:val="00DF2B98"/>
    <w:rsid w:val="00E00B26"/>
    <w:rsid w:val="00E05436"/>
    <w:rsid w:val="00E05AD6"/>
    <w:rsid w:val="00E064B5"/>
    <w:rsid w:val="00E11238"/>
    <w:rsid w:val="00E13EBC"/>
    <w:rsid w:val="00E23B57"/>
    <w:rsid w:val="00E244D8"/>
    <w:rsid w:val="00E251F9"/>
    <w:rsid w:val="00E31796"/>
    <w:rsid w:val="00E317B6"/>
    <w:rsid w:val="00E32B60"/>
    <w:rsid w:val="00E33DA1"/>
    <w:rsid w:val="00E448C8"/>
    <w:rsid w:val="00E45C27"/>
    <w:rsid w:val="00E4697A"/>
    <w:rsid w:val="00E57781"/>
    <w:rsid w:val="00E615DF"/>
    <w:rsid w:val="00E62ADC"/>
    <w:rsid w:val="00E74CCB"/>
    <w:rsid w:val="00E822D7"/>
    <w:rsid w:val="00EA57AA"/>
    <w:rsid w:val="00EC232C"/>
    <w:rsid w:val="00ED0277"/>
    <w:rsid w:val="00ED521D"/>
    <w:rsid w:val="00ED7125"/>
    <w:rsid w:val="00EE1AF3"/>
    <w:rsid w:val="00EE2FB9"/>
    <w:rsid w:val="00EF5EA6"/>
    <w:rsid w:val="00F02A37"/>
    <w:rsid w:val="00F02BD0"/>
    <w:rsid w:val="00F13B46"/>
    <w:rsid w:val="00F253F8"/>
    <w:rsid w:val="00F3418E"/>
    <w:rsid w:val="00F371A7"/>
    <w:rsid w:val="00F50233"/>
    <w:rsid w:val="00F502ED"/>
    <w:rsid w:val="00F528FE"/>
    <w:rsid w:val="00F56E8A"/>
    <w:rsid w:val="00F61B84"/>
    <w:rsid w:val="00F66583"/>
    <w:rsid w:val="00F87A6D"/>
    <w:rsid w:val="00F96BBA"/>
    <w:rsid w:val="00FA1B13"/>
    <w:rsid w:val="00FA3015"/>
    <w:rsid w:val="00FA488B"/>
    <w:rsid w:val="00FB5B63"/>
    <w:rsid w:val="00FC743F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F794C13"/>
  <w15:chartTrackingRefBased/>
  <w15:docId w15:val="{3C324AB6-BB35-44D5-85CB-5B668A0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D50B44"/>
    <w:pPr>
      <w:keepLines/>
      <w:numPr>
        <w:numId w:val="2"/>
      </w:numPr>
      <w:tabs>
        <w:tab w:val="left" w:pos="568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2A650A"/>
    <w:pPr>
      <w:numPr>
        <w:ilvl w:val="1"/>
      </w:numPr>
      <w:ind w:left="567" w:hanging="567"/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2A650A"/>
    <w:pPr>
      <w:numPr>
        <w:ilvl w:val="2"/>
      </w:numPr>
      <w:tabs>
        <w:tab w:val="clear" w:pos="568"/>
        <w:tab w:val="left" w:pos="1134"/>
      </w:tabs>
      <w:spacing w:before="60" w:after="60"/>
      <w:ind w:left="709" w:hanging="709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2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2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2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2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2"/>
      </w:num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link w:val="UntertitelZchn"/>
    <w:uiPriority w:val="11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6A535F"/>
    <w:pPr>
      <w:tabs>
        <w:tab w:val="left" w:pos="1560"/>
        <w:tab w:val="right" w:pos="9354"/>
      </w:tabs>
      <w:spacing w:before="60" w:after="60" w:line="276" w:lineRule="auto"/>
      <w:ind w:left="1559" w:right="567" w:hanging="850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2A650A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50B44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50A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UntertitelZchn">
    <w:name w:val="Untertitel Zchn"/>
    <w:link w:val="Untertitel"/>
    <w:uiPriority w:val="11"/>
    <w:rsid w:val="007874D0"/>
    <w:rPr>
      <w:rFonts w:ascii="Trebuchet MS" w:hAnsi="Trebuchet MS"/>
      <w:b/>
      <w:sz w:val="32"/>
      <w:lang w:val="de-AT"/>
    </w:rPr>
  </w:style>
  <w:style w:type="character" w:customStyle="1" w:styleId="KopfzeileZchn">
    <w:name w:val="Kopfzeile Zchn"/>
    <w:link w:val="Kopfzeile"/>
    <w:rsid w:val="007874D0"/>
    <w:rPr>
      <w:rFonts w:ascii="Arial" w:hAnsi="Arial"/>
      <w:b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874D0"/>
    <w:rPr>
      <w:rFonts w:ascii="Trebuchet MS" w:hAnsi="Trebuchet MS"/>
      <w:sz w:val="24"/>
      <w:lang w:val="de-AT"/>
    </w:rPr>
  </w:style>
  <w:style w:type="character" w:styleId="BesuchterLink">
    <w:name w:val="FollowedHyperlink"/>
    <w:basedOn w:val="Absatz-Standardschriftart"/>
    <w:rsid w:val="006A535F"/>
    <w:rPr>
      <w:color w:val="954F72" w:themeColor="followedHyperlink"/>
      <w:u w:val="single"/>
    </w:rPr>
  </w:style>
  <w:style w:type="character" w:customStyle="1" w:styleId="TitelZchn">
    <w:name w:val="Titel Zchn"/>
    <w:basedOn w:val="Absatz-Standardschriftart"/>
    <w:link w:val="Titel"/>
    <w:uiPriority w:val="1"/>
    <w:rsid w:val="00132547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13254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ler\Desktop\Richtlini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19" ma:contentTypeDescription="Ein neues Dokument erstellen." ma:contentTypeScope="" ma:versionID="3c24ba33c889b05e8e488b41ad01b9e6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90d9456565c2686773cc792621251a26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elements/1.1/"/>
    <ds:schemaRef ds:uri="http://schemas.microsoft.com/office/2006/metadata/properties"/>
    <ds:schemaRef ds:uri="bfc0e2a3-ea68-480f-b348-20f7d0eeb4a0"/>
    <ds:schemaRef ds:uri="http://schemas.openxmlformats.org/package/2006/metadata/core-properties"/>
    <ds:schemaRef ds:uri="http://purl.org/dc/terms/"/>
    <ds:schemaRef ds:uri="91fa2621-5924-448b-98aa-75370499067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3E3F0-72FF-4244-908F-089015A3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FC6F6B-C0E5-4985-A123-3C9631BA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Richtlinie</Template>
  <TotalTime>0</TotalTime>
  <Pages>1</Pages>
  <Words>289</Words>
  <Characters>5488</Characters>
  <Application>Microsoft Office Word</Application>
  <DocSecurity>0</DocSecurity>
  <Lines>45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Österreichischer Bundesfeuerwehrverband</Company>
  <LinksUpToDate>false</LinksUpToDate>
  <CharactersWithSpaces>5766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ÖBFV Richtlinie</dc:subject>
  <dc:creator>OBR Koller Raphael</dc:creator>
  <cp:keywords/>
  <dc:description/>
  <cp:lastModifiedBy>Andreas Gruber</cp:lastModifiedBy>
  <cp:revision>3</cp:revision>
  <cp:lastPrinted>2022-12-01T10:38:00Z</cp:lastPrinted>
  <dcterms:created xsi:type="dcterms:W3CDTF">2022-12-06T08:49:00Z</dcterms:created>
  <dcterms:modified xsi:type="dcterms:W3CDTF">2022-12-06T08:49:00Z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