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1846C3" w:rsidR="00F6717D" w:rsidP="00F6717D" w:rsidRDefault="00F6717D" w14:paraId="58A233BD" w14:textId="77777777">
      <w:pPr>
        <w:ind w:left="107"/>
        <w:rPr>
          <w:b/>
          <w:color w:val="FF0000"/>
          <w:sz w:val="48"/>
        </w:rPr>
      </w:pPr>
      <w:r w:rsidRPr="001846C3">
        <w:rPr>
          <w:b/>
          <w:color w:val="FF0000"/>
          <w:sz w:val="48"/>
        </w:rPr>
        <w:t>Erkundungsübung</w:t>
      </w:r>
    </w:p>
    <w:p w:rsidRPr="001846C3" w:rsidR="00F6717D" w:rsidP="00F6717D" w:rsidRDefault="00F6717D" w14:paraId="61A7B1C6" w14:textId="77777777">
      <w:pPr>
        <w:spacing w:before="159"/>
        <w:ind w:left="107"/>
        <w:rPr>
          <w:b/>
          <w:color w:val="FF0000"/>
        </w:rPr>
      </w:pPr>
      <w:r w:rsidRPr="001846C3">
        <w:rPr>
          <w:b/>
          <w:color w:val="FF0000"/>
        </w:rPr>
        <w:t>Einsatzauftrag „Erkundung“</w:t>
      </w:r>
    </w:p>
    <w:p w:rsidRPr="001846C3" w:rsidR="00F6717D" w:rsidP="00F6717D" w:rsidRDefault="00F6717D" w14:paraId="795BEA25" w14:textId="77777777">
      <w:pPr>
        <w:pStyle w:val="Textkrper"/>
        <w:rPr>
          <w:rFonts w:ascii="Trebuchet MS" w:hAnsi="Trebuchet MS"/>
          <w:sz w:val="24"/>
          <w:szCs w:val="24"/>
        </w:rPr>
      </w:pPr>
    </w:p>
    <w:p w:rsidRPr="001846C3" w:rsidR="00F6717D" w:rsidP="00F6717D" w:rsidRDefault="00F6717D" w14:paraId="563278E3" w14:textId="4658F405">
      <w:pPr>
        <w:spacing w:before="183"/>
        <w:ind w:left="107"/>
      </w:pPr>
      <w:r w:rsidRPr="001846C3">
        <w:rPr>
          <w:noProof/>
          <w:lang w:val="en-US" w:eastAsia="en-US"/>
        </w:rPr>
        <w:drawing>
          <wp:anchor distT="0" distB="0" distL="0" distR="0" simplePos="0" relativeHeight="251659264" behindDoc="1" locked="0" layoutInCell="1" allowOverlap="1" wp14:anchorId="09C6C3F9" wp14:editId="2958E56D">
            <wp:simplePos x="0" y="0"/>
            <wp:positionH relativeFrom="page">
              <wp:posOffset>1633538</wp:posOffset>
            </wp:positionH>
            <wp:positionV relativeFrom="paragraph">
              <wp:posOffset>300496</wp:posOffset>
            </wp:positionV>
            <wp:extent cx="103774" cy="815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74" cy="8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4CF3">
        <w:rPr>
          <w:color w:val="231F20"/>
        </w:rPr>
        <w:t>Du wirst</w:t>
      </w:r>
      <w:r w:rsidRPr="001846C3">
        <w:rPr>
          <w:color w:val="231F20"/>
        </w:rPr>
        <w:t xml:space="preserve"> zu einem Verkehrsunfall alar</w:t>
      </w:r>
      <w:r w:rsidR="00894CF3">
        <w:rPr>
          <w:color w:val="231F20"/>
        </w:rPr>
        <w:t>miert. Zusätzlich informiert dich</w:t>
      </w:r>
      <w:r w:rsidRPr="001846C3">
        <w:rPr>
          <w:color w:val="231F20"/>
        </w:rPr>
        <w:t xml:space="preserve"> auf der Anfahrt die </w:t>
      </w:r>
      <w:r w:rsidR="001846C3">
        <w:rPr>
          <w:color w:val="231F20"/>
        </w:rPr>
        <w:t>alarmierende Stelle</w:t>
      </w:r>
      <w:r w:rsidRPr="001846C3">
        <w:rPr>
          <w:color w:val="231F20"/>
        </w:rPr>
        <w:t>, dass Flüssigkeiten auslaufen.</w:t>
      </w:r>
    </w:p>
    <w:p w:rsidRPr="001846C3" w:rsidR="00F6717D" w:rsidP="006033B0" w:rsidRDefault="00F6717D" w14:paraId="69548896" w14:textId="77777777"/>
    <w:p w:rsidRPr="001846C3" w:rsidR="00F6717D" w:rsidP="006033B0" w:rsidRDefault="00894CF3" w14:paraId="6B08C073" w14:textId="6B74638D">
      <w:r>
        <w:rPr>
          <w:noProof/>
          <w:lang w:val="en-US" w:eastAsia="en-US"/>
        </w:rPr>
        <w:drawing>
          <wp:anchor distT="0" distB="0" distL="114300" distR="114300" simplePos="0" relativeHeight="251675648" behindDoc="0" locked="0" layoutInCell="1" allowOverlap="1" wp14:anchorId="623BA9C4" wp14:editId="00957D63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5651858" cy="4214280"/>
            <wp:effectExtent l="0" t="0" r="0" b="0"/>
            <wp:wrapNone/>
            <wp:docPr id="458" name="Grafik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858" cy="421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1846C3" w:rsidR="00F6717D" w:rsidP="006033B0" w:rsidRDefault="00F6717D" w14:paraId="49CBF370" w14:textId="77777777"/>
    <w:p w:rsidRPr="001846C3" w:rsidR="00F6717D" w:rsidP="006033B0" w:rsidRDefault="00F6717D" w14:paraId="3046ECAD" w14:textId="2732BF66"/>
    <w:p w:rsidRPr="001846C3" w:rsidR="00F6717D" w:rsidP="006033B0" w:rsidRDefault="00F6717D" w14:paraId="2BF26C49" w14:textId="77777777"/>
    <w:p w:rsidRPr="001846C3" w:rsidR="00F6717D" w:rsidP="006033B0" w:rsidRDefault="00F6717D" w14:paraId="0E30F248" w14:textId="08AC24E5"/>
    <w:p w:rsidRPr="001846C3" w:rsidR="00F6717D" w:rsidP="006033B0" w:rsidRDefault="00F6717D" w14:paraId="06CB6BC2" w14:textId="77777777"/>
    <w:p w:rsidRPr="001846C3" w:rsidR="00F6717D" w:rsidP="006033B0" w:rsidRDefault="00F6717D" w14:paraId="44F19C69" w14:textId="42024095"/>
    <w:p w:rsidRPr="001846C3" w:rsidR="00F6717D" w:rsidP="006033B0" w:rsidRDefault="00F6717D" w14:paraId="040A450F" w14:textId="77777777"/>
    <w:p w:rsidRPr="001846C3" w:rsidR="00F6717D" w:rsidP="006033B0" w:rsidRDefault="00F6717D" w14:paraId="19080CEB" w14:textId="77777777"/>
    <w:p w:rsidRPr="001846C3" w:rsidR="00F6717D" w:rsidP="006033B0" w:rsidRDefault="00F6717D" w14:paraId="64E45D40" w14:textId="77777777"/>
    <w:p w:rsidRPr="001846C3" w:rsidR="00F6717D" w:rsidP="006033B0" w:rsidRDefault="00F6717D" w14:paraId="27DA3DD6" w14:textId="77777777"/>
    <w:p w:rsidRPr="001846C3" w:rsidR="00F6717D" w:rsidP="006033B0" w:rsidRDefault="00F6717D" w14:paraId="7A830F8F" w14:textId="77777777"/>
    <w:p w:rsidRPr="001846C3" w:rsidR="00F6717D" w:rsidP="006033B0" w:rsidRDefault="00F6717D" w14:paraId="10F8D278" w14:textId="77777777"/>
    <w:p w:rsidRPr="001846C3" w:rsidR="00F6717D" w:rsidP="006033B0" w:rsidRDefault="00F6717D" w14:paraId="34AF0043" w14:textId="77777777"/>
    <w:p w:rsidRPr="001846C3" w:rsidR="00F6717D" w:rsidP="006033B0" w:rsidRDefault="00F6717D" w14:paraId="38A9ECCC" w14:textId="77777777"/>
    <w:p w:rsidRPr="001846C3" w:rsidR="00F6717D" w:rsidP="006033B0" w:rsidRDefault="00F6717D" w14:paraId="69EE1B82" w14:textId="77777777"/>
    <w:p w:rsidRPr="001846C3" w:rsidR="00F6717D" w:rsidP="006033B0" w:rsidRDefault="00F6717D" w14:paraId="6EA23C6A" w14:textId="77777777"/>
    <w:p w:rsidRPr="001846C3" w:rsidR="00F6717D" w:rsidP="00F6717D" w:rsidRDefault="00F6717D" w14:paraId="60F4A7D1" w14:textId="77777777">
      <w:pPr>
        <w:pStyle w:val="Textkrper"/>
        <w:rPr>
          <w:rFonts w:ascii="Trebuchet MS" w:hAnsi="Trebuchet MS"/>
          <w:b/>
          <w:sz w:val="24"/>
          <w:szCs w:val="24"/>
        </w:rPr>
      </w:pPr>
    </w:p>
    <w:p w:rsidRPr="001846C3" w:rsidR="00F6717D" w:rsidP="00F6717D" w:rsidRDefault="00F6717D" w14:paraId="24D6D9C4" w14:textId="77777777">
      <w:pPr>
        <w:pStyle w:val="Textkrper"/>
        <w:rPr>
          <w:rFonts w:ascii="Trebuchet MS" w:hAnsi="Trebuchet MS"/>
          <w:b/>
          <w:sz w:val="24"/>
          <w:szCs w:val="24"/>
        </w:rPr>
      </w:pPr>
    </w:p>
    <w:p w:rsidRPr="001846C3" w:rsidR="00F6717D" w:rsidP="00F6717D" w:rsidRDefault="00F6717D" w14:paraId="616CE9B3" w14:textId="77777777">
      <w:pPr>
        <w:pStyle w:val="Textkrper"/>
        <w:rPr>
          <w:rFonts w:ascii="Trebuchet MS" w:hAnsi="Trebuchet MS"/>
          <w:b/>
          <w:sz w:val="24"/>
          <w:szCs w:val="24"/>
        </w:rPr>
      </w:pPr>
    </w:p>
    <w:p w:rsidRPr="001846C3" w:rsidR="00F6717D" w:rsidP="00F6717D" w:rsidRDefault="00F6717D" w14:paraId="2A4E6C65" w14:textId="77777777">
      <w:pPr>
        <w:pStyle w:val="Textkrper"/>
        <w:rPr>
          <w:rFonts w:ascii="Trebuchet MS" w:hAnsi="Trebuchet MS"/>
          <w:b/>
          <w:sz w:val="24"/>
          <w:szCs w:val="24"/>
        </w:rPr>
      </w:pPr>
    </w:p>
    <w:p w:rsidRPr="001846C3" w:rsidR="00F6717D" w:rsidP="00F6717D" w:rsidRDefault="00F6717D" w14:paraId="1DA1158B" w14:textId="77777777">
      <w:pPr>
        <w:pStyle w:val="Textkrper"/>
        <w:rPr>
          <w:rFonts w:ascii="Trebuchet MS" w:hAnsi="Trebuchet MS"/>
          <w:b/>
          <w:sz w:val="24"/>
          <w:szCs w:val="24"/>
        </w:rPr>
      </w:pPr>
    </w:p>
    <w:p w:rsidRPr="001846C3" w:rsidR="00F6717D" w:rsidP="00F6717D" w:rsidRDefault="00F6717D" w14:paraId="2C494C69" w14:textId="77777777">
      <w:pPr>
        <w:pStyle w:val="Textkrper"/>
        <w:spacing w:before="56"/>
        <w:ind w:left="107"/>
        <w:rPr>
          <w:rFonts w:ascii="Trebuchet MS" w:hAnsi="Trebuchet MS"/>
          <w:sz w:val="24"/>
          <w:szCs w:val="24"/>
        </w:rPr>
      </w:pPr>
      <w:r w:rsidRPr="001846C3">
        <w:rPr>
          <w:rFonts w:ascii="Trebuchet MS" w:hAnsi="Trebuchet MS"/>
          <w:color w:val="231F20"/>
          <w:sz w:val="24"/>
          <w:szCs w:val="24"/>
        </w:rPr>
        <w:t>Hinweis:</w:t>
      </w:r>
    </w:p>
    <w:p w:rsidR="009C182F" w:rsidP="00F6717D" w:rsidRDefault="00F6717D" w14:paraId="13051D9B" w14:textId="4F93F4A0">
      <w:pPr>
        <w:spacing w:before="106"/>
        <w:ind w:left="107"/>
        <w:rPr>
          <w:color w:val="231F20"/>
        </w:rPr>
      </w:pPr>
      <w:r w:rsidRPr="001846C3">
        <w:rPr>
          <w:color w:val="231F20"/>
        </w:rPr>
        <w:t>Aufgrund der Vielzahl verschiedener Antwortmöglichkeiten wird diesem Arbeitsblatt keine Musterlösung beigefügt.</w:t>
      </w:r>
    </w:p>
    <w:p w:rsidR="005336D2" w:rsidP="33ED1DF7" w:rsidRDefault="33ED1DF7" w14:paraId="4A530569" w14:textId="7FB9CD6C">
      <w:pPr>
        <w:spacing w:before="106"/>
        <w:ind w:left="107"/>
        <w:rPr>
          <w:color w:val="231F20"/>
        </w:rPr>
      </w:pPr>
      <w:r w:rsidRPr="33ED1DF7">
        <w:rPr>
          <w:color w:val="231F20"/>
        </w:rPr>
        <w:t>Eine weitere virtuelle Erkundungsübung findest du unter folgender Adresse:</w:t>
      </w:r>
    </w:p>
    <w:p w:rsidR="005336D2" w:rsidP="005336D2" w:rsidRDefault="005336D2" w14:paraId="7A1C80CD" w14:textId="56E27FF0">
      <w:pPr>
        <w:spacing w:before="106"/>
        <w:ind w:left="107"/>
        <w:rPr>
          <w:color w:val="231F20"/>
        </w:rPr>
      </w:pPr>
      <w:r>
        <w:rPr>
          <w:noProof/>
          <w:lang w:val="en-US" w:eastAsia="en-US"/>
        </w:rPr>
        <w:drawing>
          <wp:inline distT="0" distB="0" distL="0" distR="0" wp14:anchorId="58545CF2" wp14:editId="2CEBE1DD">
            <wp:extent cx="1181100" cy="1181100"/>
            <wp:effectExtent l="0" t="0" r="0" b="0"/>
            <wp:docPr id="3" name="Grafik 3" descr="C:\Users\hs2\AppData\Local\Microsoft\Windows\INetCache\Content.Word\qr-feuerwehr-ler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s2\AppData\Local\Microsoft\Windows\INetCache\Content.Word\qr-feuerwehr-lernb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1846C3" w:rsidR="009C182F" w:rsidRDefault="009C182F" w14:paraId="464D8565" w14:textId="67472846">
      <w:pPr>
        <w:spacing w:after="160" w:line="259" w:lineRule="auto"/>
        <w:rPr>
          <w:color w:val="231F20"/>
        </w:rPr>
      </w:pPr>
      <w:r w:rsidRPr="001846C3">
        <w:rPr>
          <w:color w:val="231F20"/>
        </w:rPr>
        <w:br w:type="page"/>
      </w:r>
    </w:p>
    <w:p w:rsidRPr="00783956" w:rsidR="001846C3" w:rsidP="00B562FE" w:rsidRDefault="00FC4368" w14:paraId="64648F3A" w14:textId="055EA548">
      <w:pPr>
        <w:pStyle w:val="Listenabsatz"/>
      </w:pPr>
      <w:r>
        <w:lastRenderedPageBreak/>
        <w:t xml:space="preserve">Formuliere </w:t>
      </w:r>
      <w:r w:rsidRPr="00783956" w:rsidR="001846C3">
        <w:t>stichpunktartig</w:t>
      </w:r>
      <w:r w:rsidRPr="00783956" w:rsidR="001846C3">
        <w:rPr>
          <w:spacing w:val="-9"/>
        </w:rPr>
        <w:t xml:space="preserve"> </w:t>
      </w:r>
      <w:r w:rsidRPr="00783956" w:rsidR="001846C3">
        <w:t>erste</w:t>
      </w:r>
      <w:r w:rsidRPr="00783956" w:rsidR="001846C3">
        <w:rPr>
          <w:spacing w:val="-9"/>
        </w:rPr>
        <w:t xml:space="preserve"> </w:t>
      </w:r>
      <w:r w:rsidRPr="00783956" w:rsidR="001846C3">
        <w:t>Eindrücke,</w:t>
      </w:r>
      <w:r w:rsidRPr="00783956" w:rsidR="001846C3">
        <w:rPr>
          <w:spacing w:val="-13"/>
        </w:rPr>
        <w:t xml:space="preserve"> </w:t>
      </w:r>
      <w:r w:rsidRPr="00783956" w:rsidR="001846C3">
        <w:t>die</w:t>
      </w:r>
      <w:r w:rsidRPr="00783956" w:rsidR="001846C3">
        <w:rPr>
          <w:spacing w:val="-9"/>
        </w:rPr>
        <w:t xml:space="preserve"> </w:t>
      </w:r>
      <w:r>
        <w:t>du</w:t>
      </w:r>
      <w:r w:rsidRPr="00783956" w:rsidR="001846C3">
        <w:rPr>
          <w:spacing w:val="-8"/>
        </w:rPr>
        <w:t xml:space="preserve"> </w:t>
      </w:r>
      <w:r w:rsidRPr="00783956" w:rsidR="001846C3">
        <w:t>bereits</w:t>
      </w:r>
      <w:r w:rsidRPr="00783956" w:rsidR="001846C3">
        <w:rPr>
          <w:spacing w:val="-9"/>
        </w:rPr>
        <w:t xml:space="preserve"> </w:t>
      </w:r>
      <w:r w:rsidRPr="00783956" w:rsidR="001846C3">
        <w:t>aus</w:t>
      </w:r>
      <w:r w:rsidRPr="00783956" w:rsidR="001846C3">
        <w:rPr>
          <w:spacing w:val="-9"/>
        </w:rPr>
        <w:t xml:space="preserve"> </w:t>
      </w:r>
      <w:r w:rsidRPr="00783956" w:rsidR="001846C3">
        <w:t>der</w:t>
      </w:r>
      <w:r w:rsidRPr="00783956" w:rsidR="001846C3">
        <w:rPr>
          <w:spacing w:val="-9"/>
        </w:rPr>
        <w:t xml:space="preserve"> </w:t>
      </w:r>
      <w:r w:rsidRPr="00783956" w:rsidR="001846C3">
        <w:t>Entfernung</w:t>
      </w:r>
      <w:r w:rsidRPr="00783956" w:rsidR="001846C3">
        <w:rPr>
          <w:spacing w:val="-8"/>
        </w:rPr>
        <w:t xml:space="preserve"> </w:t>
      </w:r>
      <w:r>
        <w:t>wahrnimmst</w:t>
      </w:r>
      <w:r w:rsidRPr="00783956" w:rsidR="001846C3">
        <w:rPr>
          <w:spacing w:val="-9"/>
        </w:rPr>
        <w:t xml:space="preserve"> </w:t>
      </w:r>
      <w:r w:rsidRPr="00783956" w:rsidR="001846C3">
        <w:t>und</w:t>
      </w:r>
      <w:r w:rsidRPr="00783956" w:rsidR="001846C3">
        <w:rPr>
          <w:spacing w:val="-9"/>
        </w:rPr>
        <w:t xml:space="preserve"> </w:t>
      </w:r>
      <w:r w:rsidRPr="00783956" w:rsidR="001846C3">
        <w:t>die</w:t>
      </w:r>
      <w:r w:rsidRPr="00783956" w:rsidR="001846C3">
        <w:rPr>
          <w:spacing w:val="-9"/>
        </w:rPr>
        <w:t xml:space="preserve"> </w:t>
      </w:r>
      <w:r w:rsidRPr="00783956" w:rsidR="001846C3">
        <w:t>zu einer ersten Lageermittlung hilfreich</w:t>
      </w:r>
      <w:r w:rsidRPr="00783956" w:rsidR="001846C3">
        <w:rPr>
          <w:spacing w:val="-2"/>
        </w:rPr>
        <w:t xml:space="preserve"> </w:t>
      </w:r>
      <w:r w:rsidRPr="00783956" w:rsidR="001846C3">
        <w:t>sind: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DA3CC2" w:rsidTr="00DA3CC2" w14:paraId="6701DCEF" w14:textId="77777777">
        <w:tc>
          <w:tcPr>
            <w:tcW w:w="9062" w:type="dxa"/>
          </w:tcPr>
          <w:p w:rsidR="00DA3CC2" w:rsidP="001846C3" w:rsidRDefault="00DA3CC2" w14:paraId="3D32F586" w14:textId="3F883ED6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A3CC2" w:rsidTr="00DA3CC2" w14:paraId="1D33386B" w14:textId="77777777">
        <w:tc>
          <w:tcPr>
            <w:tcW w:w="9062" w:type="dxa"/>
          </w:tcPr>
          <w:p w:rsidR="00DA3CC2" w:rsidP="00894CF3" w:rsidRDefault="005336D2" w14:paraId="4D85B310" w14:textId="43C89B1A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DA3CC2" w:rsidTr="00DA3CC2" w14:paraId="3F96B9C5" w14:textId="77777777">
        <w:tc>
          <w:tcPr>
            <w:tcW w:w="9062" w:type="dxa"/>
          </w:tcPr>
          <w:p w:rsidR="00DA3CC2" w:rsidP="00894CF3" w:rsidRDefault="005336D2" w14:paraId="51081EE9" w14:textId="2E28CDA0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DA3CC2" w:rsidTr="00DA3CC2" w14:paraId="2788442E" w14:textId="77777777">
        <w:tc>
          <w:tcPr>
            <w:tcW w:w="9062" w:type="dxa"/>
          </w:tcPr>
          <w:p w:rsidR="00DA3CC2" w:rsidP="00DA3CC2" w:rsidRDefault="00DA3CC2" w14:paraId="11C75804" w14:textId="2807761B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Pr="00783956" w:rsidR="001846C3" w:rsidP="00B562FE" w:rsidRDefault="00FC4368" w14:paraId="3A3A705F" w14:textId="36EB5383">
      <w:pPr>
        <w:pStyle w:val="Listenabsatz"/>
      </w:pPr>
      <w:r>
        <w:t>Vervollständige</w:t>
      </w:r>
      <w:r w:rsidRPr="00783956" w:rsidR="001846C3">
        <w:t xml:space="preserve"> die AUTO-Regel, die bei der Erkundung von Verkehrsunfällen hilfreich ist.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DA3CC2" w:rsidTr="00DA3CC2" w14:paraId="029889E9" w14:textId="77777777">
        <w:tc>
          <w:tcPr>
            <w:tcW w:w="846" w:type="dxa"/>
            <w:vAlign w:val="center"/>
          </w:tcPr>
          <w:p w:rsidRPr="00DA3CC2" w:rsidR="00DA3CC2" w:rsidP="00DA3CC2" w:rsidRDefault="00DA3CC2" w14:paraId="18FBFB22" w14:textId="6B4FD8DC">
            <w:pPr>
              <w:pStyle w:val="Textkrper"/>
              <w:jc w:val="center"/>
              <w:rPr>
                <w:rFonts w:ascii="Trebuchet MS" w:hAnsi="Trebuchet MS"/>
                <w:b/>
                <w:sz w:val="32"/>
                <w:szCs w:val="24"/>
              </w:rPr>
            </w:pPr>
            <w:r w:rsidRPr="00DA3CC2">
              <w:rPr>
                <w:rFonts w:ascii="Trebuchet MS" w:hAnsi="Trebuchet MS"/>
                <w:b/>
                <w:sz w:val="32"/>
                <w:szCs w:val="24"/>
              </w:rPr>
              <w:t>A</w:t>
            </w:r>
          </w:p>
        </w:tc>
        <w:tc>
          <w:tcPr>
            <w:tcW w:w="8216" w:type="dxa"/>
            <w:vAlign w:val="center"/>
          </w:tcPr>
          <w:p w:rsidR="00DA3CC2" w:rsidP="00DA3CC2" w:rsidRDefault="00DA3CC2" w14:paraId="15DE0CAA" w14:textId="77777777">
            <w:pPr>
              <w:pStyle w:val="Textkrper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DA3CC2" w:rsidTr="00DA3CC2" w14:paraId="1881B29A" w14:textId="77777777">
        <w:tc>
          <w:tcPr>
            <w:tcW w:w="846" w:type="dxa"/>
            <w:vAlign w:val="center"/>
          </w:tcPr>
          <w:p w:rsidRPr="00DA3CC2" w:rsidR="00DA3CC2" w:rsidP="00DA3CC2" w:rsidRDefault="00DA3CC2" w14:paraId="30EF734E" w14:textId="6F3DC99D">
            <w:pPr>
              <w:pStyle w:val="Textkrper"/>
              <w:jc w:val="center"/>
              <w:rPr>
                <w:rFonts w:ascii="Trebuchet MS" w:hAnsi="Trebuchet MS"/>
                <w:b/>
                <w:sz w:val="32"/>
                <w:szCs w:val="24"/>
              </w:rPr>
            </w:pPr>
            <w:r w:rsidRPr="00DA3CC2">
              <w:rPr>
                <w:rFonts w:ascii="Trebuchet MS" w:hAnsi="Trebuchet MS"/>
                <w:b/>
                <w:sz w:val="32"/>
                <w:szCs w:val="24"/>
              </w:rPr>
              <w:t>U</w:t>
            </w:r>
          </w:p>
        </w:tc>
        <w:tc>
          <w:tcPr>
            <w:tcW w:w="8216" w:type="dxa"/>
            <w:vAlign w:val="center"/>
          </w:tcPr>
          <w:p w:rsidR="00DA3CC2" w:rsidP="00DA3CC2" w:rsidRDefault="00DA3CC2" w14:paraId="6D275200" w14:textId="77777777">
            <w:pPr>
              <w:pStyle w:val="Textkrper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DA3CC2" w:rsidTr="00DA3CC2" w14:paraId="40A41EBF" w14:textId="77777777">
        <w:tc>
          <w:tcPr>
            <w:tcW w:w="846" w:type="dxa"/>
            <w:vAlign w:val="center"/>
          </w:tcPr>
          <w:p w:rsidRPr="00DA3CC2" w:rsidR="00DA3CC2" w:rsidP="00DA3CC2" w:rsidRDefault="00DA3CC2" w14:paraId="42AD874D" w14:textId="07B53CEC">
            <w:pPr>
              <w:pStyle w:val="Textkrper"/>
              <w:jc w:val="center"/>
              <w:rPr>
                <w:rFonts w:ascii="Trebuchet MS" w:hAnsi="Trebuchet MS"/>
                <w:b/>
                <w:sz w:val="32"/>
                <w:szCs w:val="24"/>
              </w:rPr>
            </w:pPr>
            <w:r w:rsidRPr="00DA3CC2">
              <w:rPr>
                <w:rFonts w:ascii="Trebuchet MS" w:hAnsi="Trebuchet MS"/>
                <w:b/>
                <w:sz w:val="32"/>
                <w:szCs w:val="24"/>
              </w:rPr>
              <w:t>T</w:t>
            </w:r>
          </w:p>
        </w:tc>
        <w:tc>
          <w:tcPr>
            <w:tcW w:w="8216" w:type="dxa"/>
            <w:vAlign w:val="center"/>
          </w:tcPr>
          <w:p w:rsidR="00DA3CC2" w:rsidP="00DA3CC2" w:rsidRDefault="00DA3CC2" w14:paraId="162C6825" w14:textId="77777777">
            <w:pPr>
              <w:pStyle w:val="Textkrper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DA3CC2" w:rsidTr="00DA3CC2" w14:paraId="0F4596BF" w14:textId="77777777">
        <w:tc>
          <w:tcPr>
            <w:tcW w:w="846" w:type="dxa"/>
            <w:vAlign w:val="center"/>
          </w:tcPr>
          <w:p w:rsidRPr="00DA3CC2" w:rsidR="00DA3CC2" w:rsidP="00DA3CC2" w:rsidRDefault="00DA3CC2" w14:paraId="733C4DEA" w14:textId="4DFAFD15">
            <w:pPr>
              <w:pStyle w:val="Textkrper"/>
              <w:jc w:val="center"/>
              <w:rPr>
                <w:rFonts w:ascii="Trebuchet MS" w:hAnsi="Trebuchet MS"/>
                <w:b/>
                <w:sz w:val="32"/>
                <w:szCs w:val="24"/>
              </w:rPr>
            </w:pPr>
            <w:r w:rsidRPr="00DA3CC2">
              <w:rPr>
                <w:rFonts w:ascii="Trebuchet MS" w:hAnsi="Trebuchet MS"/>
                <w:b/>
                <w:sz w:val="32"/>
                <w:szCs w:val="24"/>
              </w:rPr>
              <w:t>O</w:t>
            </w:r>
          </w:p>
        </w:tc>
        <w:tc>
          <w:tcPr>
            <w:tcW w:w="8216" w:type="dxa"/>
            <w:vAlign w:val="center"/>
          </w:tcPr>
          <w:p w:rsidR="00DA3CC2" w:rsidP="00DA3CC2" w:rsidRDefault="005336D2" w14:paraId="6B86039D" w14:textId="3E5F1857">
            <w:pPr>
              <w:pStyle w:val="Textkrper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br/>
            </w:r>
          </w:p>
        </w:tc>
      </w:tr>
    </w:tbl>
    <w:p w:rsidRPr="00783956" w:rsidR="00676F46" w:rsidP="00B562FE" w:rsidRDefault="001846C3" w14:paraId="087D8A2A" w14:textId="17FEF6C6">
      <w:pPr>
        <w:pStyle w:val="Listenabsatz"/>
      </w:pPr>
      <w:r w:rsidRPr="00783956">
        <w:t>Welche wichtige</w:t>
      </w:r>
      <w:r w:rsidR="005336D2">
        <w:t>n</w:t>
      </w:r>
      <w:r w:rsidRPr="00783956">
        <w:t xml:space="preserve"> Infor</w:t>
      </w:r>
      <w:r w:rsidR="00FC4368">
        <w:t>mationen zum Fahrzeug kannst du nach ein</w:t>
      </w:r>
      <w:r w:rsidRPr="00783956">
        <w:t>er ersten Erkundung abgeben?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FC4368" w:rsidTr="00020352" w14:paraId="73993171" w14:textId="77777777">
        <w:tc>
          <w:tcPr>
            <w:tcW w:w="9062" w:type="dxa"/>
          </w:tcPr>
          <w:p w:rsidR="00FC4368" w:rsidP="00020352" w:rsidRDefault="00FC4368" w14:paraId="2346F106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FC4368" w:rsidTr="00020352" w14:paraId="51917F2F" w14:textId="77777777">
        <w:tc>
          <w:tcPr>
            <w:tcW w:w="9062" w:type="dxa"/>
          </w:tcPr>
          <w:p w:rsidR="00FC4368" w:rsidP="00020352" w:rsidRDefault="005336D2" w14:paraId="570ABA14" w14:textId="12252770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C4368" w:rsidTr="00020352" w14:paraId="1EF06EC6" w14:textId="77777777">
        <w:tc>
          <w:tcPr>
            <w:tcW w:w="9062" w:type="dxa"/>
          </w:tcPr>
          <w:p w:rsidR="00FC4368" w:rsidP="00020352" w:rsidRDefault="005336D2" w14:paraId="55C919D2" w14:textId="03C2D613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C4368" w:rsidTr="00020352" w14:paraId="4CCC9747" w14:textId="77777777">
        <w:tc>
          <w:tcPr>
            <w:tcW w:w="9062" w:type="dxa"/>
          </w:tcPr>
          <w:p w:rsidR="00FC4368" w:rsidP="00020352" w:rsidRDefault="00FC4368" w14:paraId="1E0BFBEE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Pr="00783956" w:rsidR="00B9532B" w:rsidP="00B9532B" w:rsidRDefault="00B9532B" w14:paraId="1B7D4ED8" w14:textId="423ACA7F">
      <w:pPr>
        <w:pStyle w:val="Listenabsatz"/>
      </w:pPr>
      <w:r>
        <w:t>Du bist dir</w:t>
      </w:r>
      <w:r w:rsidRPr="00783956">
        <w:t xml:space="preserve"> unsicher, um welche Antriebsart es sich beim veru</w:t>
      </w:r>
      <w:r>
        <w:t>nfallten Fahrzeug handelt, hast</w:t>
      </w:r>
      <w:r w:rsidRPr="00783956">
        <w:t xml:space="preserve"> aber das Autokennzeichen</w:t>
      </w:r>
      <w:r>
        <w:t xml:space="preserve"> im Acker</w:t>
      </w:r>
      <w:r w:rsidRPr="00783956">
        <w:t xml:space="preserve"> gefunden. Wie </w:t>
      </w:r>
      <w:r>
        <w:t>kannst du</w:t>
      </w:r>
      <w:r w:rsidRPr="00783956">
        <w:t xml:space="preserve"> weitere Informationen zum Fahrzeug erhalten?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676F46" w:rsidTr="00020352" w14:paraId="36256508" w14:textId="77777777">
        <w:tc>
          <w:tcPr>
            <w:tcW w:w="9062" w:type="dxa"/>
          </w:tcPr>
          <w:p w:rsidR="00676F46" w:rsidP="00020352" w:rsidRDefault="00676F46" w14:paraId="75180930" w14:textId="3D15E400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76F46" w:rsidTr="00020352" w14:paraId="7F8E9354" w14:textId="77777777">
        <w:tc>
          <w:tcPr>
            <w:tcW w:w="9062" w:type="dxa"/>
          </w:tcPr>
          <w:p w:rsidR="00676F46" w:rsidP="00894CF3" w:rsidRDefault="005336D2" w14:paraId="53A1C1A4" w14:textId="7D021C46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676F46" w:rsidTr="00020352" w14:paraId="588072F3" w14:textId="77777777">
        <w:tc>
          <w:tcPr>
            <w:tcW w:w="9062" w:type="dxa"/>
          </w:tcPr>
          <w:p w:rsidR="00676F46" w:rsidP="00894CF3" w:rsidRDefault="005336D2" w14:paraId="1BB70D28" w14:textId="2C63F643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5336D2" w:rsidTr="00020352" w14:paraId="1BA20B01" w14:textId="77777777">
        <w:tc>
          <w:tcPr>
            <w:tcW w:w="9062" w:type="dxa"/>
          </w:tcPr>
          <w:p w:rsidR="005336D2" w:rsidP="00894CF3" w:rsidRDefault="005336D2" w14:paraId="7E519A86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5336D2" w:rsidRDefault="005336D2" w14:paraId="4294F274" w14:textId="77777777">
      <w:r>
        <w:br w:type="page"/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FC4368" w:rsidTr="00B9532B" w14:paraId="4F902781" w14:textId="77777777">
        <w:trPr>
          <w:trHeight w:val="881"/>
        </w:trPr>
        <w:tc>
          <w:tcPr>
            <w:tcW w:w="9062" w:type="dxa"/>
            <w:tcBorders>
              <w:bottom w:val="nil"/>
            </w:tcBorders>
          </w:tcPr>
          <w:p w:rsidR="00FC4368" w:rsidP="00020352" w:rsidRDefault="00FC4368" w14:paraId="4387E605" w14:textId="680C7FEF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Pr="00783956" w:rsidR="00676F46" w:rsidP="00B562FE" w:rsidRDefault="00FC4368" w14:paraId="1ABFF1FA" w14:textId="50E716D8">
      <w:pPr>
        <w:pStyle w:val="Listenabsatz"/>
      </w:pPr>
      <w:r>
        <w:t xml:space="preserve">Beurteile die </w:t>
      </w:r>
      <w:r w:rsidRPr="00783956" w:rsidR="00676F46">
        <w:t xml:space="preserve">Lage anhand der Gefahrenmatrix. </w:t>
      </w:r>
      <w:r>
        <w:t xml:space="preserve">Trage </w:t>
      </w:r>
      <w:r w:rsidRPr="00783956" w:rsidR="00676F46">
        <w:t>die erkannten Gefahren in die Matrix ein.</w:t>
      </w:r>
      <w:bookmarkStart w:name="_GoBack" w:id="0"/>
      <w:bookmarkEnd w:id="0"/>
    </w:p>
    <w:p w:rsidR="00783956" w:rsidP="00676F46" w:rsidRDefault="00783956" w14:paraId="6D597A7C" w14:textId="251F80F3"/>
    <w:tbl>
      <w:tblPr>
        <w:tblStyle w:val="TableNormal"/>
        <w:tblpPr w:leftFromText="180" w:rightFromText="180" w:vertAnchor="text" w:horzAnchor="page" w:tblpX="2197" w:tblpY="329"/>
        <w:tblW w:w="9264" w:type="dxa"/>
        <w:tblBorders>
          <w:top w:val="single" w:color="0098D5" w:sz="12" w:space="0"/>
          <w:left w:val="single" w:color="0098D5" w:sz="12" w:space="0"/>
          <w:bottom w:val="single" w:color="0098D5" w:sz="12" w:space="0"/>
          <w:right w:val="single" w:color="0098D5" w:sz="12" w:space="0"/>
          <w:insideH w:val="single" w:color="0098D5" w:sz="12" w:space="0"/>
          <w:insideV w:val="single" w:color="0098D5" w:sz="12" w:space="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783956" w:rsidTr="00783956" w14:paraId="06625133" w14:textId="77777777">
        <w:trPr>
          <w:trHeight w:val="2461"/>
        </w:trPr>
        <w:tc>
          <w:tcPr>
            <w:tcW w:w="1394" w:type="dxa"/>
            <w:tcBorders>
              <w:top w:val="nil"/>
              <w:left w:val="nil"/>
            </w:tcBorders>
          </w:tcPr>
          <w:p w:rsidR="00783956" w:rsidP="00783956" w:rsidRDefault="00783956" w14:paraId="7AA77FF6" w14:textId="77777777">
            <w:pPr>
              <w:pStyle w:val="TableParagraph"/>
              <w:rPr>
                <w:rFonts w:ascii="Univers LT Std 57 Cn"/>
                <w:sz w:val="28"/>
              </w:rPr>
            </w:pPr>
          </w:p>
          <w:p w:rsidR="00783956" w:rsidP="00783956" w:rsidRDefault="00783956" w14:paraId="06E50D29" w14:textId="77777777">
            <w:pPr>
              <w:pStyle w:val="TableParagraph"/>
              <w:rPr>
                <w:rFonts w:ascii="Univers LT Std 57 Cn"/>
                <w:sz w:val="28"/>
              </w:rPr>
            </w:pPr>
          </w:p>
          <w:p w:rsidR="00783956" w:rsidP="00783956" w:rsidRDefault="00783956" w14:paraId="1C369D10" w14:textId="206A5129">
            <w:pPr>
              <w:pStyle w:val="TableParagraph"/>
              <w:rPr>
                <w:rFonts w:ascii="Univers LT Std 57 Cn"/>
                <w:sz w:val="28"/>
              </w:rPr>
            </w:pPr>
          </w:p>
          <w:p w:rsidR="00783956" w:rsidP="00783956" w:rsidRDefault="00676F46" w14:paraId="76342701" w14:textId="29B86285">
            <w:pPr>
              <w:pStyle w:val="TableParagraph"/>
              <w:spacing w:before="10"/>
              <w:rPr>
                <w:rFonts w:ascii="Univers LT Std 57 Cn"/>
                <w:sz w:val="23"/>
              </w:rPr>
            </w:pPr>
            <w:r>
              <w:rPr>
                <w:rFonts w:ascii="Univers LT Std 45 Light"/>
                <w:noProof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8C824C" wp14:editId="221BC1B0">
                      <wp:simplePos x="0" y="0"/>
                      <wp:positionH relativeFrom="page">
                        <wp:posOffset>106680</wp:posOffset>
                      </wp:positionH>
                      <wp:positionV relativeFrom="paragraph">
                        <wp:posOffset>13970</wp:posOffset>
                      </wp:positionV>
                      <wp:extent cx="895350" cy="893445"/>
                      <wp:effectExtent l="0" t="0" r="0" b="1905"/>
                      <wp:wrapNone/>
                      <wp:docPr id="456" name="Freihandform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95350" cy="893445"/>
                              </a:xfrm>
                              <a:custGeom>
                                <a:avLst/>
                                <a:gdLst>
                                  <a:gd name="T0" fmla="+- 0 2255 1249"/>
                                  <a:gd name="T1" fmla="*/ T0 w 1410"/>
                                  <a:gd name="T2" fmla="+- 0 728 -274"/>
                                  <a:gd name="T3" fmla="*/ 728 h 1407"/>
                                  <a:gd name="T4" fmla="+- 0 1249 1249"/>
                                  <a:gd name="T5" fmla="*/ T4 w 1410"/>
                                  <a:gd name="T6" fmla="+- 0 728 -274"/>
                                  <a:gd name="T7" fmla="*/ 728 h 1407"/>
                                  <a:gd name="T8" fmla="+- 0 1752 1249"/>
                                  <a:gd name="T9" fmla="*/ T8 w 1410"/>
                                  <a:gd name="T10" fmla="+- 0 1132 -274"/>
                                  <a:gd name="T11" fmla="*/ 1132 h 1407"/>
                                  <a:gd name="T12" fmla="+- 0 2255 1249"/>
                                  <a:gd name="T13" fmla="*/ T12 w 1410"/>
                                  <a:gd name="T14" fmla="+- 0 728 -274"/>
                                  <a:gd name="T15" fmla="*/ 728 h 1407"/>
                                  <a:gd name="T16" fmla="+- 0 2659 1249"/>
                                  <a:gd name="T17" fmla="*/ T16 w 1410"/>
                                  <a:gd name="T18" fmla="+- 0 229 -274"/>
                                  <a:gd name="T19" fmla="*/ 229 h 1407"/>
                                  <a:gd name="T20" fmla="+- 0 2255 1249"/>
                                  <a:gd name="T21" fmla="*/ T20 w 1410"/>
                                  <a:gd name="T22" fmla="+- 0 -274 -274"/>
                                  <a:gd name="T23" fmla="*/ -274 h 1407"/>
                                  <a:gd name="T24" fmla="+- 0 2255 1249"/>
                                  <a:gd name="T25" fmla="*/ T24 w 1410"/>
                                  <a:gd name="T26" fmla="+- 0 732 -274"/>
                                  <a:gd name="T27" fmla="*/ 732 h 1407"/>
                                  <a:gd name="T28" fmla="+- 0 2659 1249"/>
                                  <a:gd name="T29" fmla="*/ T28 w 1410"/>
                                  <a:gd name="T30" fmla="+- 0 229 -274"/>
                                  <a:gd name="T31" fmla="*/ 229 h 140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1410" h="1407">
                                    <a:moveTo>
                                      <a:pt x="1006" y="1002"/>
                                    </a:moveTo>
                                    <a:lnTo>
                                      <a:pt x="0" y="1002"/>
                                    </a:lnTo>
                                    <a:lnTo>
                                      <a:pt x="503" y="1406"/>
                                    </a:lnTo>
                                    <a:lnTo>
                                      <a:pt x="1006" y="1002"/>
                                    </a:lnTo>
                                    <a:moveTo>
                                      <a:pt x="1410" y="503"/>
                                    </a:moveTo>
                                    <a:lnTo>
                                      <a:pt x="1006" y="0"/>
                                    </a:lnTo>
                                    <a:lnTo>
                                      <a:pt x="1006" y="1006"/>
                                    </a:lnTo>
                                    <a:lnTo>
                                      <a:pt x="1410" y="503"/>
                                    </a:lnTo>
                                  </a:path>
                                </a:pathLst>
                              </a:custGeom>
                              <a:solidFill>
                                <a:srgbClr val="0098D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Freihandform 456" style="position:absolute;margin-left:8.4pt;margin-top:1.1pt;width:70.5pt;height:70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10,1407" o:spid="_x0000_s1026" fillcolor="#0098d5" stroked="f" path="m1006,1002l,1002r503,404l1006,1002m1410,503l1006,r,1006l1410,50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" w14:anchorId="426CEC53">
                      <v:path arrowok="t" o:connecttype="custom" o:connectlocs="638810,462280;0,462280;319405,718820;638810,462280;895350,145415;638810,-173990;638810,464820;895350,145415" o:connectangles="0,0,0,0,0,0,0,0"/>
                      <w10:wrap anchorx="page"/>
                    </v:shape>
                  </w:pict>
                </mc:Fallback>
              </mc:AlternateContent>
            </w:r>
          </w:p>
          <w:p w:rsidR="00783956" w:rsidP="00783956" w:rsidRDefault="00676F46" w14:paraId="49C95A68" w14:textId="7CB2B22A">
            <w:pPr>
              <w:pStyle w:val="TableParagraph"/>
              <w:spacing w:before="1"/>
              <w:ind w:left="-3"/>
              <w:rPr>
                <w:b/>
                <w:i/>
                <w:sz w:val="28"/>
              </w:rPr>
            </w:pPr>
            <w:r>
              <w:rPr>
                <w:b/>
                <w:i/>
                <w:color w:val="0098D5"/>
                <w:sz w:val="28"/>
              </w:rPr>
              <w:t>G</w:t>
            </w:r>
            <w:r w:rsidR="00783956">
              <w:rPr>
                <w:b/>
                <w:i/>
                <w:color w:val="0098D5"/>
                <w:sz w:val="28"/>
              </w:rPr>
              <w:t>efahren</w:t>
            </w:r>
          </w:p>
          <w:p w:rsidR="00783956" w:rsidP="00783956" w:rsidRDefault="00783956" w14:paraId="4C9E2A29" w14:textId="77777777">
            <w:pPr>
              <w:pStyle w:val="TableParagraph"/>
              <w:spacing w:before="3"/>
              <w:rPr>
                <w:rFonts w:ascii="Univers LT Std 57 Cn"/>
                <w:sz w:val="31"/>
              </w:rPr>
            </w:pPr>
          </w:p>
          <w:p w:rsidR="00783956" w:rsidP="00783956" w:rsidRDefault="00783956" w14:paraId="6AC453B0" w14:textId="77777777">
            <w:pPr>
              <w:pStyle w:val="TableParagraph"/>
              <w:ind w:left="418"/>
              <w:rPr>
                <w:b/>
                <w:i/>
              </w:rPr>
            </w:pPr>
            <w:r>
              <w:rPr>
                <w:b/>
                <w:i/>
                <w:color w:val="FFFFFF"/>
              </w:rPr>
              <w:t>für</w:t>
            </w:r>
          </w:p>
        </w:tc>
        <w:tc>
          <w:tcPr>
            <w:tcW w:w="787" w:type="dxa"/>
            <w:tcBorders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08CB7D41" w14:textId="77777777">
            <w:pPr>
              <w:pStyle w:val="TableParagraph"/>
              <w:spacing w:before="4"/>
              <w:rPr>
                <w:rFonts w:ascii="Univers LT Std 57 Cn"/>
                <w:sz w:val="21"/>
              </w:rPr>
            </w:pPr>
          </w:p>
          <w:p w:rsidR="00783956" w:rsidP="00783956" w:rsidRDefault="00783956" w14:paraId="0190D2E6" w14:textId="77777777">
            <w:pPr>
              <w:pStyle w:val="TableParagraph"/>
              <w:ind w:left="782"/>
              <w:rPr>
                <w:b/>
              </w:rPr>
            </w:pPr>
            <w:r>
              <w:rPr>
                <w:b/>
                <w:color w:val="231F20"/>
              </w:rPr>
              <w:t>Atemgifte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2BF78272" w14:textId="77777777">
            <w:pPr>
              <w:pStyle w:val="TableParagraph"/>
              <w:spacing w:before="12"/>
              <w:rPr>
                <w:rFonts w:ascii="Univers LT Std 57 Cn"/>
                <w:sz w:val="21"/>
              </w:rPr>
            </w:pPr>
          </w:p>
          <w:p w:rsidR="00783956" w:rsidP="00783956" w:rsidRDefault="00783956" w14:paraId="51540E6E" w14:textId="77777777">
            <w:pPr>
              <w:pStyle w:val="TableParagraph"/>
              <w:ind w:left="673"/>
              <w:rPr>
                <w:b/>
              </w:rPr>
            </w:pPr>
            <w:r>
              <w:rPr>
                <w:b/>
                <w:color w:val="231F20"/>
              </w:rPr>
              <w:t>Ausbreitung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20BA6E16" w14:textId="77777777">
            <w:pPr>
              <w:pStyle w:val="TableParagraph"/>
              <w:spacing w:before="11"/>
              <w:rPr>
                <w:rFonts w:ascii="Univers LT Std 57 Cn"/>
                <w:sz w:val="21"/>
              </w:rPr>
            </w:pPr>
          </w:p>
          <w:p w:rsidR="00783956" w:rsidP="00783956" w:rsidRDefault="00783956" w14:paraId="2B1E152A" w14:textId="77777777">
            <w:pPr>
              <w:pStyle w:val="TableParagraph"/>
              <w:ind w:left="589"/>
              <w:rPr>
                <w:b/>
              </w:rPr>
            </w:pPr>
            <w:r>
              <w:rPr>
                <w:b/>
                <w:color w:val="231F20"/>
              </w:rPr>
              <w:t>Angstreaktion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3C1EB790" w14:textId="77777777">
            <w:pPr>
              <w:pStyle w:val="TableParagraph"/>
              <w:spacing w:before="11"/>
              <w:rPr>
                <w:rFonts w:ascii="Univers LT Std 57 Cn"/>
                <w:sz w:val="21"/>
              </w:rPr>
            </w:pPr>
          </w:p>
          <w:p w:rsidR="00783956" w:rsidP="00783956" w:rsidRDefault="00783956" w14:paraId="0174D7D9" w14:textId="77777777">
            <w:pPr>
              <w:pStyle w:val="TableParagraph"/>
              <w:ind w:left="372"/>
              <w:rPr>
                <w:b/>
              </w:rPr>
            </w:pPr>
            <w:r>
              <w:rPr>
                <w:b/>
                <w:color w:val="231F20"/>
              </w:rPr>
              <w:t>Atomare Strahlung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7A894CB6" w14:textId="77777777">
            <w:pPr>
              <w:pStyle w:val="TableParagraph"/>
              <w:spacing w:before="11"/>
              <w:rPr>
                <w:rFonts w:ascii="Univers LT Std 57 Cn"/>
                <w:sz w:val="21"/>
              </w:rPr>
            </w:pPr>
          </w:p>
          <w:p w:rsidR="00783956" w:rsidP="00783956" w:rsidRDefault="00783956" w14:paraId="0050DAC2" w14:textId="77777777">
            <w:pPr>
              <w:pStyle w:val="TableParagraph"/>
              <w:ind w:left="289"/>
              <w:rPr>
                <w:b/>
              </w:rPr>
            </w:pPr>
            <w:r>
              <w:rPr>
                <w:b/>
                <w:color w:val="231F20"/>
              </w:rPr>
              <w:t>Chemische Gefahren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38E4EE10" w14:textId="77777777">
            <w:pPr>
              <w:pStyle w:val="TableParagraph"/>
              <w:spacing w:before="11"/>
              <w:rPr>
                <w:rFonts w:ascii="Univers LT Std 57 Cn"/>
                <w:sz w:val="21"/>
              </w:rPr>
            </w:pPr>
          </w:p>
          <w:p w:rsidR="00783956" w:rsidP="00783956" w:rsidRDefault="00783956" w14:paraId="418DAE63" w14:textId="77777777">
            <w:pPr>
              <w:pStyle w:val="TableParagraph"/>
              <w:ind w:left="176"/>
              <w:rPr>
                <w:b/>
              </w:rPr>
            </w:pPr>
            <w:r>
              <w:rPr>
                <w:b/>
                <w:color w:val="231F20"/>
              </w:rPr>
              <w:t>Erkrankung/Verletzung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7367D445" w14:textId="77777777">
            <w:pPr>
              <w:pStyle w:val="TableParagraph"/>
              <w:spacing w:before="10"/>
              <w:rPr>
                <w:rFonts w:ascii="Univers LT Std 57 Cn"/>
                <w:sz w:val="21"/>
              </w:rPr>
            </w:pPr>
          </w:p>
          <w:p w:rsidR="00783956" w:rsidP="00783956" w:rsidRDefault="00783956" w14:paraId="71473FC4" w14:textId="574FBE67">
            <w:pPr>
              <w:pStyle w:val="TableParagraph"/>
              <w:spacing w:before="1"/>
              <w:ind w:left="792"/>
              <w:rPr>
                <w:b/>
              </w:rPr>
            </w:pPr>
            <w:r>
              <w:rPr>
                <w:b/>
                <w:color w:val="231F20"/>
              </w:rPr>
              <w:t>Explosion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55664733" w14:textId="479834D7">
            <w:pPr>
              <w:pStyle w:val="TableParagraph"/>
              <w:spacing w:before="10"/>
              <w:rPr>
                <w:rFonts w:ascii="Univers LT Std 57 Cn"/>
                <w:sz w:val="21"/>
              </w:rPr>
            </w:pPr>
          </w:p>
          <w:p w:rsidR="00783956" w:rsidP="00783956" w:rsidRDefault="00783956" w14:paraId="4FC65940" w14:textId="0D227DAF">
            <w:pPr>
              <w:pStyle w:val="TableParagraph"/>
              <w:ind w:left="739"/>
              <w:rPr>
                <w:b/>
              </w:rPr>
            </w:pPr>
            <w:r>
              <w:rPr>
                <w:b/>
                <w:color w:val="231F20"/>
              </w:rPr>
              <w:t>Elektrizität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  <w:right w:val="single" w:color="58595B" w:sz="6" w:space="0"/>
            </w:tcBorders>
            <w:textDirection w:val="btLr"/>
          </w:tcPr>
          <w:p w:rsidR="00783956" w:rsidP="00783956" w:rsidRDefault="00783956" w14:paraId="075AD168" w14:textId="77777777">
            <w:pPr>
              <w:pStyle w:val="TableParagraph"/>
              <w:spacing w:before="10"/>
              <w:rPr>
                <w:rFonts w:ascii="Univers LT Std 57 Cn"/>
                <w:sz w:val="21"/>
              </w:rPr>
            </w:pPr>
          </w:p>
          <w:p w:rsidR="00783956" w:rsidP="00783956" w:rsidRDefault="00783956" w14:paraId="42203E80" w14:textId="77777777">
            <w:pPr>
              <w:pStyle w:val="TableParagraph"/>
              <w:ind w:left="846" w:right="846"/>
              <w:jc w:val="center"/>
              <w:rPr>
                <w:b/>
              </w:rPr>
            </w:pPr>
            <w:r>
              <w:rPr>
                <w:b/>
                <w:color w:val="231F20"/>
              </w:rPr>
              <w:t>Einsturz</w:t>
            </w:r>
          </w:p>
        </w:tc>
        <w:tc>
          <w:tcPr>
            <w:tcW w:w="787" w:type="dxa"/>
            <w:tcBorders>
              <w:left w:val="single" w:color="58595B" w:sz="6" w:space="0"/>
              <w:bottom w:val="single" w:color="58595B" w:sz="6" w:space="0"/>
            </w:tcBorders>
            <w:textDirection w:val="btLr"/>
          </w:tcPr>
          <w:p w:rsidR="00783956" w:rsidP="00783956" w:rsidRDefault="00783956" w14:paraId="6A0A856C" w14:textId="77777777">
            <w:pPr>
              <w:pStyle w:val="TableParagraph"/>
              <w:spacing w:before="10"/>
              <w:rPr>
                <w:rFonts w:ascii="Univers LT Std 57 Cn"/>
                <w:sz w:val="21"/>
              </w:rPr>
            </w:pPr>
          </w:p>
          <w:p w:rsidR="00783956" w:rsidP="00783956" w:rsidRDefault="00783956" w14:paraId="30AD60AB" w14:textId="77777777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color w:val="231F20"/>
              </w:rPr>
              <w:t>?</w:t>
            </w:r>
          </w:p>
        </w:tc>
      </w:tr>
      <w:tr w:rsidR="00783956" w:rsidTr="00783956" w14:paraId="153CC8C9" w14:textId="77777777">
        <w:trPr>
          <w:trHeight w:val="482"/>
        </w:trPr>
        <w:tc>
          <w:tcPr>
            <w:tcW w:w="1394" w:type="dxa"/>
            <w:tcBorders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4D1B32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BD367D0" w14:textId="77777777">
            <w:pPr>
              <w:pStyle w:val="TableParagraph"/>
              <w:spacing w:before="110"/>
              <w:ind w:left="26"/>
              <w:jc w:val="center"/>
            </w:pPr>
            <w:r>
              <w:rPr>
                <w:color w:val="231F20"/>
              </w:rPr>
              <w:t>A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84285AE" w14:textId="77777777">
            <w:pPr>
              <w:pStyle w:val="TableParagraph"/>
              <w:spacing w:before="110"/>
              <w:ind w:left="26"/>
              <w:jc w:val="center"/>
            </w:pPr>
            <w:r>
              <w:rPr>
                <w:color w:val="231F20"/>
              </w:rPr>
              <w:t>A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B0F4C70" w14:textId="77777777">
            <w:pPr>
              <w:pStyle w:val="TableParagraph"/>
              <w:spacing w:before="110"/>
              <w:ind w:left="26"/>
              <w:jc w:val="center"/>
            </w:pPr>
            <w:r>
              <w:rPr>
                <w:color w:val="231F20"/>
              </w:rPr>
              <w:t>A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4F431A5" w14:textId="77777777">
            <w:pPr>
              <w:pStyle w:val="TableParagraph"/>
              <w:spacing w:before="110"/>
              <w:ind w:left="25"/>
              <w:jc w:val="center"/>
            </w:pPr>
            <w:r>
              <w:rPr>
                <w:color w:val="231F20"/>
              </w:rPr>
              <w:t>A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72128F6" w14:textId="77777777">
            <w:pPr>
              <w:pStyle w:val="TableParagraph"/>
              <w:spacing w:before="110"/>
              <w:ind w:left="25"/>
              <w:jc w:val="center"/>
            </w:pPr>
            <w:r>
              <w:rPr>
                <w:color w:val="231F20"/>
              </w:rPr>
              <w:t>C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E2D2AAD" w14:textId="77777777">
            <w:pPr>
              <w:pStyle w:val="TableParagraph"/>
              <w:spacing w:before="110"/>
              <w:ind w:left="24"/>
              <w:jc w:val="center"/>
            </w:pPr>
            <w:r>
              <w:rPr>
                <w:color w:val="231F20"/>
              </w:rPr>
              <w:t>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65CB095C" w14:textId="77777777">
            <w:pPr>
              <w:pStyle w:val="TableParagraph"/>
              <w:spacing w:before="110"/>
              <w:ind w:left="24"/>
              <w:jc w:val="center"/>
            </w:pPr>
            <w:r>
              <w:rPr>
                <w:color w:val="231F20"/>
              </w:rPr>
              <w:t>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932F872" w14:textId="7F64C5C1">
            <w:pPr>
              <w:pStyle w:val="TableParagraph"/>
              <w:spacing w:before="110"/>
              <w:ind w:left="23"/>
              <w:jc w:val="center"/>
            </w:pPr>
            <w:r>
              <w:rPr>
                <w:color w:val="231F20"/>
              </w:rPr>
              <w:t>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3720813" w14:textId="77777777">
            <w:pPr>
              <w:pStyle w:val="TableParagraph"/>
              <w:spacing w:before="110"/>
              <w:ind w:left="23"/>
              <w:jc w:val="center"/>
            </w:pPr>
            <w:r>
              <w:rPr>
                <w:color w:val="231F20"/>
              </w:rPr>
              <w:t>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78ACB8DC" w14:textId="77777777">
            <w:pPr>
              <w:pStyle w:val="TableParagraph"/>
              <w:spacing w:before="110"/>
              <w:ind w:left="30"/>
              <w:jc w:val="center"/>
            </w:pPr>
            <w:r>
              <w:rPr>
                <w:color w:val="231F20"/>
              </w:rPr>
              <w:t>?</w:t>
            </w:r>
          </w:p>
        </w:tc>
      </w:tr>
      <w:tr w:rsidR="00783956" w:rsidTr="00783956" w14:paraId="1929EC96" w14:textId="77777777">
        <w:trPr>
          <w:trHeight w:val="504"/>
        </w:trPr>
        <w:tc>
          <w:tcPr>
            <w:tcW w:w="9264" w:type="dxa"/>
            <w:gridSpan w:val="11"/>
            <w:tcBorders>
              <w:top w:val="single" w:color="58595B" w:sz="6" w:space="0"/>
              <w:bottom w:val="single" w:color="58595B" w:sz="6" w:space="0"/>
              <w:right w:val="single" w:color="00A6DB" w:sz="12" w:space="0"/>
            </w:tcBorders>
            <w:shd w:val="clear" w:color="auto" w:fill="DEEEF8"/>
          </w:tcPr>
          <w:p w:rsidR="00783956" w:rsidP="00783956" w:rsidRDefault="00783956" w14:paraId="57EF7A0B" w14:textId="77777777">
            <w:pPr>
              <w:pStyle w:val="TableParagraph"/>
              <w:spacing w:before="125"/>
              <w:ind w:left="2622"/>
            </w:pPr>
            <w:r>
              <w:rPr>
                <w:color w:val="231F20"/>
              </w:rPr>
              <w:t>Welche Gefahren müssen bekämpft werden?</w:t>
            </w:r>
          </w:p>
        </w:tc>
      </w:tr>
      <w:tr w:rsidR="00783956" w:rsidTr="00783956" w14:paraId="750D760B" w14:textId="77777777">
        <w:trPr>
          <w:trHeight w:val="489"/>
        </w:trPr>
        <w:tc>
          <w:tcPr>
            <w:tcW w:w="1394" w:type="dxa"/>
            <w:tcBorders>
              <w:top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866023E" w14:textId="77777777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Menschen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C70F6D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14BB5D5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2F7CEF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7CB616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406367B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408F523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550F2C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1D7F638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B19658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58594DE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56" w:rsidTr="00783956" w14:paraId="0E88B215" w14:textId="77777777">
        <w:trPr>
          <w:trHeight w:val="489"/>
        </w:trPr>
        <w:tc>
          <w:tcPr>
            <w:tcW w:w="1394" w:type="dxa"/>
            <w:tcBorders>
              <w:top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07684E0" w14:textId="77777777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Tiere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DD44908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402B8E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77D7A9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3D4136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9F8FA2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4FA1C31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BC6658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530F46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21C2A5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1D923F0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56" w:rsidTr="00783956" w14:paraId="1D48957B" w14:textId="77777777">
        <w:trPr>
          <w:trHeight w:val="489"/>
        </w:trPr>
        <w:tc>
          <w:tcPr>
            <w:tcW w:w="1394" w:type="dxa"/>
            <w:tcBorders>
              <w:top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D248E7F" w14:textId="77777777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Umwelt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6E7B60D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E3E4B7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06E1820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1445F4B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AC94CA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778F2D8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4AD3C74D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3991B4A8" w14:textId="523906D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25CC6926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2DEAA1A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56" w:rsidTr="00783956" w14:paraId="4DAA620E" w14:textId="77777777">
        <w:trPr>
          <w:trHeight w:val="489"/>
        </w:trPr>
        <w:tc>
          <w:tcPr>
            <w:tcW w:w="1394" w:type="dxa"/>
            <w:tcBorders>
              <w:top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49B554C" w14:textId="77777777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Sachwerte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5623EE45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B78A69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1E9C647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0C7397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5F47D5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2F788CA1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EB7CE2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C6CD44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6618C2B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5EF3E52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56" w:rsidTr="00783956" w14:paraId="0BB9659E" w14:textId="77777777">
        <w:trPr>
          <w:trHeight w:val="489"/>
        </w:trPr>
        <w:tc>
          <w:tcPr>
            <w:tcW w:w="9264" w:type="dxa"/>
            <w:gridSpan w:val="11"/>
            <w:tcBorders>
              <w:top w:val="single" w:color="58595B" w:sz="6" w:space="0"/>
              <w:bottom w:val="single" w:color="58595B" w:sz="6" w:space="0"/>
              <w:right w:val="single" w:color="00A6DB" w:sz="12" w:space="0"/>
            </w:tcBorders>
            <w:shd w:val="clear" w:color="auto" w:fill="DEEEF8"/>
          </w:tcPr>
          <w:p w:rsidR="00783956" w:rsidP="00783956" w:rsidRDefault="00783956" w14:paraId="1C8093F9" w14:textId="2678BF58">
            <w:pPr>
              <w:pStyle w:val="TableParagraph"/>
              <w:spacing w:before="118"/>
              <w:ind w:left="1681"/>
            </w:pPr>
            <w:r>
              <w:rPr>
                <w:color w:val="231F20"/>
              </w:rPr>
              <w:t>Vor Welchen Gefahren müssen sich meine Einsatzkräfte schützen?</w:t>
            </w:r>
          </w:p>
        </w:tc>
      </w:tr>
      <w:tr w:rsidR="00783956" w:rsidTr="00783956" w14:paraId="0CE73EF6" w14:textId="77777777">
        <w:trPr>
          <w:trHeight w:val="489"/>
        </w:trPr>
        <w:tc>
          <w:tcPr>
            <w:tcW w:w="1394" w:type="dxa"/>
            <w:tcBorders>
              <w:top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627C0DAD" w14:textId="77777777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Mannschaft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4C25974A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929CBD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337F099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BA0E9E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573A5E9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754CBE78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1C33F11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0FB4BDA0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  <w:right w:val="single" w:color="58595B" w:sz="6" w:space="0"/>
            </w:tcBorders>
          </w:tcPr>
          <w:p w:rsidR="00783956" w:rsidP="00783956" w:rsidRDefault="00783956" w14:paraId="23DB546E" w14:textId="7483DF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bottom w:val="single" w:color="58595B" w:sz="6" w:space="0"/>
            </w:tcBorders>
          </w:tcPr>
          <w:p w:rsidR="00783956" w:rsidP="00783956" w:rsidRDefault="00783956" w14:paraId="3042C75E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3956" w:rsidTr="00783956" w14:paraId="5AB5FFE7" w14:textId="77777777">
        <w:trPr>
          <w:trHeight w:val="482"/>
        </w:trPr>
        <w:tc>
          <w:tcPr>
            <w:tcW w:w="1394" w:type="dxa"/>
            <w:tcBorders>
              <w:top w:val="single" w:color="58595B" w:sz="6" w:space="0"/>
              <w:right w:val="single" w:color="58595B" w:sz="6" w:space="0"/>
            </w:tcBorders>
          </w:tcPr>
          <w:p w:rsidR="00783956" w:rsidP="00783956" w:rsidRDefault="00783956" w14:paraId="1E6726BB" w14:textId="5F28D27B">
            <w:pPr>
              <w:pStyle w:val="TableParagraph"/>
              <w:spacing w:before="118"/>
              <w:ind w:left="157"/>
            </w:pPr>
            <w:r>
              <w:rPr>
                <w:color w:val="231F20"/>
              </w:rPr>
              <w:t>Gerät</w:t>
            </w: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764592B8" w14:textId="192608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661AA54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2743D8E2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70E4172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  <w:shd w:val="clear" w:color="auto" w:fill="DEEEF8"/>
          </w:tcPr>
          <w:p w:rsidR="00783956" w:rsidP="00783956" w:rsidRDefault="00783956" w14:paraId="79588D07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5527345C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5C10A023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04DC3C14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  <w:right w:val="single" w:color="58595B" w:sz="6" w:space="0"/>
            </w:tcBorders>
          </w:tcPr>
          <w:p w:rsidR="00783956" w:rsidP="00783956" w:rsidRDefault="00783956" w14:paraId="0FF98B2F" w14:textId="3FE9B2E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7" w:type="dxa"/>
            <w:tcBorders>
              <w:top w:val="single" w:color="58595B" w:sz="6" w:space="0"/>
              <w:left w:val="single" w:color="58595B" w:sz="6" w:space="0"/>
            </w:tcBorders>
          </w:tcPr>
          <w:p w:rsidR="00783956" w:rsidP="00783956" w:rsidRDefault="00783956" w14:paraId="735D3B3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6717D" w:rsidP="006033B0" w:rsidRDefault="00F6717D" w14:paraId="45F2DE5F" w14:textId="7FFEFC92"/>
    <w:p w:rsidR="00B562FE" w:rsidP="006033B0" w:rsidRDefault="00B562FE" w14:paraId="742C5D94" w14:textId="72E9B5DC"/>
    <w:p w:rsidR="00B562FE" w:rsidP="006033B0" w:rsidRDefault="00B562FE" w14:paraId="0AF2BAA0" w14:textId="348FDBD6"/>
    <w:p w:rsidR="00B562FE" w:rsidP="006033B0" w:rsidRDefault="00B562FE" w14:paraId="0DF1660E" w14:textId="26B6B362"/>
    <w:p w:rsidR="00B562FE" w:rsidP="006033B0" w:rsidRDefault="00B562FE" w14:paraId="4A0C72EB" w14:textId="5C2F271F"/>
    <w:p w:rsidR="00B562FE" w:rsidP="006033B0" w:rsidRDefault="00B562FE" w14:paraId="17FCB92A" w14:textId="5F178A83"/>
    <w:p w:rsidR="00B562FE" w:rsidP="006033B0" w:rsidRDefault="00B562FE" w14:paraId="2529B389" w14:textId="4C2040A0"/>
    <w:p w:rsidR="00B562FE" w:rsidP="006033B0" w:rsidRDefault="00B562FE" w14:paraId="0C5C1DC8" w14:textId="175BE729"/>
    <w:p w:rsidR="00B562FE" w:rsidP="006033B0" w:rsidRDefault="00B562FE" w14:paraId="3BBFCC36" w14:textId="4074D3EF"/>
    <w:p w:rsidR="00B562FE" w:rsidP="006033B0" w:rsidRDefault="00B562FE" w14:paraId="5CF33CFB" w14:textId="6E653632"/>
    <w:p w:rsidR="00B562FE" w:rsidP="006033B0" w:rsidRDefault="00B562FE" w14:paraId="3BDCFDF2" w14:textId="0DD66A11"/>
    <w:p w:rsidR="00B562FE" w:rsidP="006033B0" w:rsidRDefault="00B562FE" w14:paraId="75AFBD4D" w14:textId="4DCBA9DE"/>
    <w:p w:rsidR="00B562FE" w:rsidP="006033B0" w:rsidRDefault="00B562FE" w14:paraId="194085F6" w14:textId="52D0A6EC"/>
    <w:p w:rsidR="00B562FE" w:rsidP="006033B0" w:rsidRDefault="00B562FE" w14:paraId="29A08487" w14:textId="05318397"/>
    <w:p w:rsidR="00B562FE" w:rsidP="006033B0" w:rsidRDefault="00B562FE" w14:paraId="5791DEBE" w14:textId="0D45B2C3"/>
    <w:p w:rsidR="00B562FE" w:rsidP="006033B0" w:rsidRDefault="00B562FE" w14:paraId="45E790B2" w14:textId="7AD21DB0"/>
    <w:p w:rsidR="00B562FE" w:rsidP="006033B0" w:rsidRDefault="00B562FE" w14:paraId="69C9EF6E" w14:textId="614DD9C3"/>
    <w:p w:rsidR="00B562FE" w:rsidP="006033B0" w:rsidRDefault="00B562FE" w14:paraId="02A80069" w14:textId="6108B75E"/>
    <w:p w:rsidR="00B562FE" w:rsidP="006033B0" w:rsidRDefault="00B562FE" w14:paraId="266F8A62" w14:textId="03DD4364"/>
    <w:p w:rsidR="00B562FE" w:rsidP="006033B0" w:rsidRDefault="00B562FE" w14:paraId="5A6F0FF2" w14:textId="2E32B907"/>
    <w:p w:rsidR="00B562FE" w:rsidP="006033B0" w:rsidRDefault="00B562FE" w14:paraId="6AF0FB9C" w14:textId="1C5EACCA"/>
    <w:p w:rsidR="00B562FE" w:rsidP="006033B0" w:rsidRDefault="00B562FE" w14:paraId="77179034" w14:textId="3FC6F31B"/>
    <w:p w:rsidR="00B562FE" w:rsidP="006033B0" w:rsidRDefault="00B562FE" w14:paraId="4E6935B7" w14:textId="5828EB90"/>
    <w:p w:rsidR="00B562FE" w:rsidP="006033B0" w:rsidRDefault="00B562FE" w14:paraId="34E1E07C" w14:textId="7E6EF91F"/>
    <w:p w:rsidR="00B562FE" w:rsidP="006033B0" w:rsidRDefault="00B562FE" w14:paraId="02581380" w14:textId="52B8B5DB"/>
    <w:p w:rsidR="00B562FE" w:rsidP="006033B0" w:rsidRDefault="00B562FE" w14:paraId="132575D7" w14:textId="357D4FF5"/>
    <w:p w:rsidR="00B562FE" w:rsidP="006033B0" w:rsidRDefault="00B562FE" w14:paraId="23712E6A" w14:textId="2942C725"/>
    <w:p w:rsidR="00B562FE" w:rsidP="006033B0" w:rsidRDefault="00B562FE" w14:paraId="01DE8C3E" w14:textId="745773CF"/>
    <w:p w:rsidR="005336D2" w:rsidRDefault="005336D2" w14:paraId="68C15AA4" w14:textId="77777777">
      <w:pPr>
        <w:spacing w:after="160" w:line="259" w:lineRule="auto"/>
        <w:rPr>
          <w:rFonts w:eastAsiaTheme="minorHAnsi" w:cstheme="minorBidi"/>
          <w:b/>
          <w:spacing w:val="-2"/>
          <w:lang w:eastAsia="en-US"/>
        </w:rPr>
      </w:pPr>
      <w:r>
        <w:rPr>
          <w:spacing w:val="-2"/>
        </w:rPr>
        <w:br w:type="page"/>
      </w:r>
    </w:p>
    <w:p w:rsidR="00B562FE" w:rsidP="00B562FE" w:rsidRDefault="00B562FE" w14:paraId="4639DF22" w14:textId="08DB8671">
      <w:pPr>
        <w:pStyle w:val="Listenabsatz"/>
      </w:pPr>
      <w:r>
        <w:rPr>
          <w:spacing w:val="-2"/>
        </w:rPr>
        <w:t xml:space="preserve">Welche </w:t>
      </w:r>
      <w:r w:rsidR="00FC4368">
        <w:t>Gefahr scheint für dich die</w:t>
      </w:r>
      <w:r>
        <w:t xml:space="preserve"> schwerwiegendste zu</w:t>
      </w:r>
      <w:r>
        <w:rPr>
          <w:spacing w:val="-1"/>
        </w:rPr>
        <w:t xml:space="preserve"> </w:t>
      </w:r>
      <w:r>
        <w:t>sein?</w:t>
      </w:r>
      <w:r>
        <w:br/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B562FE" w:rsidTr="00020352" w14:paraId="58338EFF" w14:textId="77777777">
        <w:tc>
          <w:tcPr>
            <w:tcW w:w="9062" w:type="dxa"/>
          </w:tcPr>
          <w:p w:rsidR="00B562FE" w:rsidP="00020352" w:rsidRDefault="00B562FE" w14:paraId="3531F292" w14:textId="4EDFC11A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562FE" w:rsidTr="00020352" w14:paraId="57A95676" w14:textId="77777777">
        <w:tc>
          <w:tcPr>
            <w:tcW w:w="9062" w:type="dxa"/>
          </w:tcPr>
          <w:p w:rsidR="00B562FE" w:rsidP="00020352" w:rsidRDefault="00B562FE" w14:paraId="4D01C32C" w14:textId="10D4153E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B562FE" w:rsidTr="00020352" w14:paraId="7EFEC9A4" w14:textId="77777777">
        <w:tc>
          <w:tcPr>
            <w:tcW w:w="9062" w:type="dxa"/>
          </w:tcPr>
          <w:p w:rsidR="00B562FE" w:rsidP="00020352" w:rsidRDefault="00B562FE" w14:paraId="1666C0CA" w14:textId="4999926E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B562FE" w:rsidTr="00020352" w14:paraId="7337B73F" w14:textId="77777777">
        <w:tc>
          <w:tcPr>
            <w:tcW w:w="9062" w:type="dxa"/>
          </w:tcPr>
          <w:p w:rsidRPr="005336D2" w:rsidR="00B562FE" w:rsidP="00020352" w:rsidRDefault="00B562FE" w14:paraId="68CBF30A" w14:textId="7DAA5F8A">
            <w:pPr>
              <w:pStyle w:val="Textkrper"/>
              <w:rPr>
                <w:rFonts w:ascii="Trebuchet MS" w:hAnsi="Trebuchet MS"/>
                <w:sz w:val="24"/>
                <w:szCs w:val="24"/>
                <w:lang w:val="de-AT"/>
              </w:rPr>
            </w:pPr>
          </w:p>
        </w:tc>
      </w:tr>
    </w:tbl>
    <w:p w:rsidR="00B562FE" w:rsidRDefault="00B562FE" w14:paraId="3AC97519" w14:textId="1B883C29"/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B562FE" w:rsidTr="00020352" w14:paraId="500EC544" w14:textId="77777777">
        <w:tc>
          <w:tcPr>
            <w:tcW w:w="9062" w:type="dxa"/>
          </w:tcPr>
          <w:p w:rsidR="00B562FE" w:rsidP="00020352" w:rsidRDefault="00B562FE" w14:paraId="0F8A84A1" w14:textId="46B9662F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Pr="00B562FE" w:rsidR="00B562FE" w:rsidP="00B562FE" w:rsidRDefault="00B562FE" w14:paraId="1787B636" w14:textId="4C8ED4E7">
      <w:pPr>
        <w:pStyle w:val="Listenabsatz"/>
      </w:pPr>
      <w:r w:rsidRPr="00B562FE">
        <w:t>Nenne</w:t>
      </w:r>
      <w:r w:rsidRPr="00B562FE">
        <w:rPr>
          <w:spacing w:val="-4"/>
        </w:rPr>
        <w:t xml:space="preserve"> </w:t>
      </w:r>
      <w:r w:rsidRPr="00B562FE">
        <w:t>ein</w:t>
      </w:r>
      <w:r w:rsidRPr="00B562FE">
        <w:rPr>
          <w:spacing w:val="-3"/>
        </w:rPr>
        <w:t xml:space="preserve"> </w:t>
      </w:r>
      <w:r w:rsidRPr="00B562FE">
        <w:t>Erkennungsmerkmal,</w:t>
      </w:r>
      <w:r w:rsidRPr="00B562FE">
        <w:rPr>
          <w:spacing w:val="-8"/>
        </w:rPr>
        <w:t xml:space="preserve"> </w:t>
      </w:r>
      <w:r w:rsidRPr="00B562FE">
        <w:t>das</w:t>
      </w:r>
      <w:r w:rsidRPr="00B562FE">
        <w:rPr>
          <w:spacing w:val="-3"/>
        </w:rPr>
        <w:t xml:space="preserve"> </w:t>
      </w:r>
      <w:r w:rsidR="00FC4368">
        <w:t>dir</w:t>
      </w:r>
      <w:r w:rsidRPr="00B562FE">
        <w:rPr>
          <w:spacing w:val="-3"/>
        </w:rPr>
        <w:t xml:space="preserve"> </w:t>
      </w:r>
      <w:r w:rsidRPr="00B562FE">
        <w:t>signalisiert,</w:t>
      </w:r>
      <w:r w:rsidRPr="00B562FE">
        <w:rPr>
          <w:spacing w:val="-8"/>
        </w:rPr>
        <w:t xml:space="preserve"> </w:t>
      </w:r>
      <w:r w:rsidRPr="00B562FE">
        <w:t>dass</w:t>
      </w:r>
      <w:r w:rsidRPr="00B562FE">
        <w:rPr>
          <w:spacing w:val="-3"/>
        </w:rPr>
        <w:t xml:space="preserve"> </w:t>
      </w:r>
      <w:r w:rsidRPr="00B562FE">
        <w:t>von</w:t>
      </w:r>
      <w:r w:rsidRPr="00B562FE">
        <w:rPr>
          <w:spacing w:val="-3"/>
        </w:rPr>
        <w:t xml:space="preserve"> </w:t>
      </w:r>
      <w:r w:rsidRPr="00B562FE">
        <w:t>der</w:t>
      </w:r>
      <w:r w:rsidRPr="00B562FE">
        <w:rPr>
          <w:spacing w:val="-4"/>
        </w:rPr>
        <w:t xml:space="preserve"> </w:t>
      </w:r>
      <w:r w:rsidRPr="00B562FE">
        <w:t>Hochvoltanlage</w:t>
      </w:r>
      <w:r w:rsidRPr="00B562FE">
        <w:rPr>
          <w:spacing w:val="-3"/>
        </w:rPr>
        <w:t xml:space="preserve"> </w:t>
      </w:r>
      <w:r w:rsidRPr="00B562FE">
        <w:t>des</w:t>
      </w:r>
      <w:r w:rsidRPr="00B562FE">
        <w:rPr>
          <w:spacing w:val="-3"/>
        </w:rPr>
        <w:t xml:space="preserve"> </w:t>
      </w:r>
      <w:r w:rsidRPr="00B562FE">
        <w:t>Fahrzeugs</w:t>
      </w:r>
      <w:r w:rsidRPr="00B562FE">
        <w:rPr>
          <w:spacing w:val="-3"/>
        </w:rPr>
        <w:t xml:space="preserve"> </w:t>
      </w:r>
      <w:r w:rsidRPr="00B562FE">
        <w:t xml:space="preserve">nur </w:t>
      </w:r>
      <w:r w:rsidRPr="00B562FE">
        <w:rPr>
          <w:spacing w:val="-3"/>
        </w:rPr>
        <w:t xml:space="preserve">geringe </w:t>
      </w:r>
      <w:r w:rsidRPr="00B562FE">
        <w:t>Gefahr für die Einsatzkräfte</w:t>
      </w:r>
      <w:r w:rsidRPr="00B562FE">
        <w:rPr>
          <w:spacing w:val="2"/>
        </w:rPr>
        <w:t xml:space="preserve"> </w:t>
      </w:r>
      <w:r w:rsidRPr="00B562FE">
        <w:t>ausgeht.</w:t>
      </w:r>
      <w:r w:rsidRPr="00B562FE">
        <w:br/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B562FE" w:rsidTr="00020352" w14:paraId="7DA072C3" w14:textId="77777777">
        <w:tc>
          <w:tcPr>
            <w:tcW w:w="9062" w:type="dxa"/>
          </w:tcPr>
          <w:p w:rsidR="00B562FE" w:rsidP="00020352" w:rsidRDefault="00B562FE" w14:paraId="4C65EF76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562FE" w:rsidTr="00020352" w14:paraId="62A2B2E1" w14:textId="77777777">
        <w:tc>
          <w:tcPr>
            <w:tcW w:w="9062" w:type="dxa"/>
          </w:tcPr>
          <w:p w:rsidR="00B562FE" w:rsidP="00020352" w:rsidRDefault="00B562FE" w14:paraId="0F5FA0A6" w14:textId="495E9C4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C4368" w:rsidTr="00020352" w14:paraId="5D4ED62A" w14:textId="77777777">
        <w:tc>
          <w:tcPr>
            <w:tcW w:w="9062" w:type="dxa"/>
          </w:tcPr>
          <w:p w:rsidR="00FC4368" w:rsidP="00020352" w:rsidRDefault="005336D2" w14:paraId="32435CE0" w14:textId="3AC9B565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</w:tbl>
    <w:p w:rsidRPr="00B562FE" w:rsidR="00B562FE" w:rsidP="00B562FE" w:rsidRDefault="00B562FE" w14:paraId="48987505" w14:textId="39BE08FB">
      <w:pPr>
        <w:pStyle w:val="Listenabsatz"/>
      </w:pPr>
      <w:r w:rsidRPr="00B562FE">
        <w:t>W</w:t>
      </w:r>
      <w:r w:rsidR="00FC4368">
        <w:t>elche Sofortmaßnahmen würdest du</w:t>
      </w:r>
      <w:r w:rsidRPr="00B562FE">
        <w:t xml:space="preserve"> aufgrund der Gefahrenlagen ergreifen? Fahrzeuginsassen konnten sich selbständig befreien und werden bereits vom Rettungsdienst versorgt.</w:t>
      </w:r>
      <w:r>
        <w:br/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B562FE" w:rsidTr="00020352" w14:paraId="4C041AA9" w14:textId="77777777">
        <w:tc>
          <w:tcPr>
            <w:tcW w:w="9062" w:type="dxa"/>
          </w:tcPr>
          <w:p w:rsidR="00B562FE" w:rsidP="00020352" w:rsidRDefault="00B562FE" w14:paraId="1BCE14E3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562FE" w:rsidTr="00020352" w14:paraId="408AE145" w14:textId="77777777">
        <w:tc>
          <w:tcPr>
            <w:tcW w:w="9062" w:type="dxa"/>
          </w:tcPr>
          <w:p w:rsidR="00B562FE" w:rsidP="00020352" w:rsidRDefault="00B562FE" w14:paraId="547FA933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B562FE" w:rsidTr="00020352" w14:paraId="762BE2BD" w14:textId="77777777">
        <w:tc>
          <w:tcPr>
            <w:tcW w:w="9062" w:type="dxa"/>
          </w:tcPr>
          <w:p w:rsidR="00B562FE" w:rsidP="00020352" w:rsidRDefault="00B562FE" w14:paraId="2AF0E271" w14:textId="3B0CA8E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B562FE" w:rsidTr="00020352" w14:paraId="1D402FE0" w14:textId="77777777">
        <w:tc>
          <w:tcPr>
            <w:tcW w:w="9062" w:type="dxa"/>
          </w:tcPr>
          <w:p w:rsidR="00B562FE" w:rsidP="00020352" w:rsidRDefault="00FC4368" w14:paraId="6BBBC34C" w14:textId="3F3922D0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br/>
            </w:r>
          </w:p>
        </w:tc>
      </w:tr>
      <w:tr w:rsidR="00FC4368" w:rsidTr="00020352" w14:paraId="6AFE9B2F" w14:textId="77777777">
        <w:tc>
          <w:tcPr>
            <w:tcW w:w="9062" w:type="dxa"/>
          </w:tcPr>
          <w:p w:rsidR="00FC4368" w:rsidP="00020352" w:rsidRDefault="00FC4368" w14:paraId="078DEE60" w14:textId="77777777">
            <w:pPr>
              <w:pStyle w:val="Textkrp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B562FE" w:rsidP="00B562FE" w:rsidRDefault="00B562FE" w14:paraId="3622DDAA" w14:textId="79A7F9BC">
      <w:pPr>
        <w:pStyle w:val="Listenabsatz"/>
        <w:numPr>
          <w:ilvl w:val="0"/>
          <w:numId w:val="0"/>
        </w:numPr>
        <w:ind w:left="567"/>
      </w:pPr>
    </w:p>
    <w:p w:rsidRPr="00783956" w:rsidR="00B562FE" w:rsidP="00B562FE" w:rsidRDefault="00B562FE" w14:paraId="3C249BCE" w14:textId="77777777">
      <w:pPr>
        <w:pStyle w:val="Listenabsatz"/>
        <w:numPr>
          <w:ilvl w:val="0"/>
          <w:numId w:val="0"/>
        </w:numPr>
        <w:ind w:left="567"/>
      </w:pPr>
    </w:p>
    <w:sectPr w:rsidRPr="00783956" w:rsidR="00B562FE" w:rsidSect="00783956">
      <w:headerReference w:type="even" r:id="rId13"/>
      <w:headerReference w:type="default" r:id="rId14"/>
      <w:footerReference w:type="default" r:id="rId15"/>
      <w:headerReference w:type="first" r:id="rId16"/>
      <w:pgSz w:w="11906" w:h="16838" w:orient="portrait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17D" w:rsidP="0097451B" w:rsidRDefault="00F6717D" w14:paraId="75C583BB" w14:textId="77777777">
      <w:r>
        <w:separator/>
      </w:r>
    </w:p>
  </w:endnote>
  <w:endnote w:type="continuationSeparator" w:id="0">
    <w:p w:rsidR="00F6717D" w:rsidP="0097451B" w:rsidRDefault="00F6717D" w14:paraId="13A2DC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LT Std 45 Light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57 Cn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6033B0" w:rsidR="00FF56E6" w:rsidP="00FF56E6" w:rsidRDefault="00FF56E6" w14:paraId="68A8DB44" w14:textId="77777777">
    <w:pPr>
      <w:pStyle w:val="Fuzeile"/>
      <w:pBdr>
        <w:bottom w:val="single" w:color="auto" w:sz="6" w:space="1"/>
      </w:pBdr>
      <w:rPr>
        <w:rFonts w:ascii="Trebuchet MS" w:hAnsi="Trebuchet MS"/>
      </w:rPr>
    </w:pPr>
  </w:p>
  <w:p w:rsidR="00FF56E6" w:rsidP="00FF56E6" w:rsidRDefault="00FF56E6" w14:paraId="30F0C168" w14:textId="77777777">
    <w:pPr>
      <w:pStyle w:val="Fuzeile"/>
      <w:rPr>
        <w:rFonts w:ascii="Trebuchet MS" w:hAnsi="Trebuchet MS"/>
        <w:sz w:val="20"/>
        <w:szCs w:val="20"/>
      </w:rPr>
    </w:pPr>
  </w:p>
  <w:p w:rsidRPr="003E18BE" w:rsidR="00F6717D" w:rsidP="00F6717D" w:rsidRDefault="00F6717D" w14:paraId="1F38765E" w14:textId="77777777">
    <w:pPr>
      <w:pStyle w:val="Fuzeile"/>
      <w:rPr>
        <w:rFonts w:ascii="Trebuchet MS" w:hAnsi="Trebuchet MS"/>
        <w:sz w:val="20"/>
        <w:szCs w:val="20"/>
      </w:rPr>
    </w:pPr>
    <w:r w:rsidRPr="003E18BE">
      <w:rPr>
        <w:rFonts w:ascii="Trebuchet MS" w:hAnsi="Trebuchet MS"/>
        <w:sz w:val="20"/>
        <w:szCs w:val="20"/>
      </w:rPr>
      <w:t xml:space="preserve">Sachgebiet </w:t>
    </w:r>
    <w:r>
      <w:rPr>
        <w:rFonts w:ascii="Trebuchet MS" w:hAnsi="Trebuchet MS"/>
        <w:sz w:val="20"/>
        <w:szCs w:val="20"/>
      </w:rPr>
      <w:t>5.1</w:t>
    </w:r>
    <w:r w:rsidRPr="003E18BE">
      <w:rPr>
        <w:rFonts w:ascii="Trebuchet MS" w:hAnsi="Trebuchet MS"/>
        <w:sz w:val="20"/>
        <w:szCs w:val="20"/>
      </w:rPr>
      <w:t xml:space="preserve"> </w:t>
    </w:r>
    <w:r>
      <w:rPr>
        <w:rFonts w:ascii="Trebuchet MS" w:hAnsi="Trebuchet MS"/>
        <w:sz w:val="20"/>
        <w:szCs w:val="20"/>
      </w:rPr>
      <w:t>| Brand- und technischer Einsatz</w:t>
    </w:r>
    <w:r w:rsidRPr="003E18BE">
      <w:rPr>
        <w:rFonts w:ascii="Trebuchet MS" w:hAnsi="Trebuchet MS"/>
        <w:sz w:val="20"/>
        <w:szCs w:val="20"/>
      </w:rPr>
      <w:tab/>
    </w:r>
  </w:p>
  <w:p w:rsidRPr="003E18BE" w:rsidR="00FF56E6" w:rsidP="1C1DAEA4" w:rsidRDefault="00F6717D" w14:paraId="5421C7D8" w14:textId="44BEF4F0" w14:noSpellErr="1">
    <w:pPr>
      <w:pStyle w:val="Fuzeile"/>
      <w:rPr>
        <w:rFonts w:ascii="Trebuchet MS" w:hAnsi="Trebuchet MS"/>
        <w:sz w:val="20"/>
        <w:szCs w:val="20"/>
      </w:rPr>
    </w:pPr>
    <w:r w:rsidRPr="1C1DAEA4" w:rsidR="00FF56E6">
      <w:fldChar w:fldCharType="begin"/>
    </w:r>
    <w:r w:rsidRPr="003E18BE" w:rsidR="00FF56E6">
      <w:rPr>
        <w:rFonts w:ascii="Trebuchet MS" w:hAnsi="Trebuchet MS"/>
        <w:sz w:val="20"/>
        <w:szCs w:val="20"/>
      </w:rPr>
      <w:instrText xml:space="preserve"> TIME \@ "dd.MM.yyyy" </w:instrText>
    </w:r>
    <w:r w:rsidRPr="003E18BE" w:rsidR="00FF56E6">
      <w:rPr>
        <w:rFonts w:ascii="Trebuchet MS" w:hAnsi="Trebuchet MS"/>
        <w:sz w:val="20"/>
        <w:szCs w:val="20"/>
      </w:rPr>
      <w:fldChar w:fldCharType="separate"/>
    </w:r>
    <w:r w:rsidR="00B9532B">
      <w:rPr>
        <w:rFonts w:ascii="Trebuchet MS" w:hAnsi="Trebuchet MS"/>
        <w:noProof/>
        <w:sz w:val="20"/>
        <w:szCs w:val="20"/>
      </w:rPr>
      <w:t>13.02.2019</w:t>
    </w:r>
    <w:r w:rsidRPr="1C1DAEA4" w:rsidR="00FF56E6">
      <w:fldChar w:fldCharType="end"/>
    </w:r>
  </w:p>
  <w:p w:rsidRPr="003E18BE" w:rsidR="00FF56E6" w:rsidP="1C1DAEA4" w:rsidRDefault="00B9532B" w14:paraId="2EFC7F30" w14:textId="6A64F406">
    <w:pPr>
      <w:pStyle w:val="Fuzeile"/>
      <w:rPr>
        <w:rFonts w:ascii="Trebuchet MS" w:hAnsi="Trebuchet MS"/>
        <w:sz w:val="20"/>
        <w:szCs w:val="20"/>
      </w:rPr>
    </w:pPr>
    <w:r w:rsidRPr="003E18BE" w:rsidR="00FF56E6">
      <w:rPr>
        <w:rFonts w:ascii="Trebuchet MS" w:hAnsi="Trebuchet MS"/>
        <w:sz w:val="20"/>
        <w:szCs w:val="20"/>
      </w:rPr>
      <w:t xml:space="preserve">Seite </w:t>
    </w:r>
    <w:r w:rsidRPr="1C1DAEA4" w:rsidR="00FF56E6">
      <w:rPr>
        <w:rFonts w:ascii="Trebuchet MS" w:hAnsi="Trebuchet MS"/>
        <w:noProof/>
        <w:sz w:val="20"/>
        <w:szCs w:val="20"/>
      </w:rPr>
      <w:fldChar w:fldCharType="begin"/>
    </w:r>
    <w:r w:rsidRPr="003E18BE" w:rsidR="00FF56E6">
      <w:rPr>
        <w:rFonts w:ascii="Trebuchet MS" w:hAnsi="Trebuchet MS"/>
        <w:sz w:val="20"/>
        <w:szCs w:val="20"/>
      </w:rPr>
      <w:instrText>PAGE   \* MERGEFORMAT</w:instrText>
    </w:r>
    <w:r w:rsidRPr="003E18BE" w:rsidR="00FF56E6">
      <w:rPr>
        <w:rFonts w:ascii="Trebuchet MS" w:hAnsi="Trebuchet MS"/>
        <w:sz w:val="20"/>
        <w:szCs w:val="20"/>
      </w:rPr>
      <w:fldChar w:fldCharType="separate"/>
    </w:r>
    <w:r>
      <w:rPr>
        <w:rFonts w:ascii="Trebuchet MS" w:hAnsi="Trebuchet MS"/>
        <w:noProof/>
        <w:sz w:val="20"/>
        <w:szCs w:val="20"/>
      </w:rPr>
      <w:t>1</w:t>
    </w:r>
    <w:r w:rsidRPr="1C1DAEA4" w:rsidR="00FF56E6">
      <w:rPr>
        <w:rFonts w:ascii="Trebuchet MS" w:hAnsi="Trebuchet MS"/>
        <w:noProof/>
        <w:sz w:val="20"/>
        <w:szCs w:val="20"/>
      </w:rPr>
      <w:fldChar w:fldCharType="end"/>
    </w:r>
  </w:p>
  <w:p w:rsidRPr="00B562FE" w:rsidR="00804DA0" w:rsidRDefault="00B562FE" w14:paraId="16082C5C" w14:textId="49FB38D6">
    <w:pPr>
      <w:rPr>
        <w:sz w:val="20"/>
        <w:szCs w:val="20"/>
      </w:rPr>
    </w:pPr>
    <w:r w:rsidRPr="00B562FE">
      <w:rPr>
        <w:sz w:val="20"/>
        <w:szCs w:val="20"/>
      </w:rPr>
      <w:t>Inhaltich basierend auf Unterlagen der staatlichen Feuerwehrschule Würzburg</w:t>
    </w:r>
  </w:p>
  <w:p w:rsidR="00804DA0" w:rsidRDefault="00804DA0" w14:paraId="529A7D5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17D" w:rsidP="0097451B" w:rsidRDefault="00F6717D" w14:paraId="3A637467" w14:textId="77777777">
      <w:r>
        <w:separator/>
      </w:r>
    </w:p>
  </w:footnote>
  <w:footnote w:type="continuationSeparator" w:id="0">
    <w:p w:rsidR="00F6717D" w:rsidP="0097451B" w:rsidRDefault="00F6717D" w14:paraId="767A7F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902" w:rsidRDefault="00B9532B" w14:paraId="00F03286" w14:textId="77777777">
    <w:pPr>
      <w:pStyle w:val="Kopfzeile"/>
    </w:pPr>
    <w:r>
      <w:rPr>
        <w:noProof/>
      </w:rPr>
      <w:pict w14:anchorId="090C356B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7895907" style="position:absolute;margin-left:0;margin-top:0;width:595.3pt;height:841.9pt;z-index:-251657216;mso-position-horizontal:center;mso-position-horizontal-relative:margin;mso-position-vertical:center;mso-position-vertical-relative:margin" o:spid="_x0000_s2063" o:allowincell="f" type="#_x0000_t75">
          <v:imagedata o:title="Kopfzeile_Schriftstücke_ÖBFV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A47" w:rsidRDefault="00B9532B" w14:paraId="35298351" w14:textId="77777777">
    <w:pPr>
      <w:pStyle w:val="Kopfzeile"/>
    </w:pPr>
    <w:r>
      <w:rPr>
        <w:noProof/>
      </w:rPr>
      <w:pict w14:anchorId="3469FFD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7895908" style="position:absolute;margin-left:-70.95pt;margin-top:-103.4pt;width:595.3pt;height:93.7pt;z-index:-251656192;mso-position-horizontal-relative:margin;mso-position-vertical-relative:margin" o:spid="_x0000_s2064" o:allowincell="f" type="#_x0000_t75">
          <v:imagedata cropbottom="58242f" o:title="Kopfzeile_Schriftstücke_ÖBFV" r:id="rId1"/>
          <w10:wrap anchorx="margin" anchory="margin"/>
        </v:shape>
      </w:pict>
    </w:r>
  </w:p>
  <w:p w:rsidR="00205A47" w:rsidRDefault="00205A47" w14:paraId="149F786F" w14:textId="77777777">
    <w:pPr>
      <w:pStyle w:val="Kopfzeile"/>
    </w:pPr>
  </w:p>
  <w:p w:rsidR="00205A47" w:rsidRDefault="00205A47" w14:paraId="44DBE66B" w14:textId="77777777">
    <w:pPr>
      <w:pStyle w:val="Kopfzeile"/>
    </w:pPr>
  </w:p>
  <w:p w:rsidR="00205A47" w:rsidRDefault="00205A47" w14:paraId="43237FE2" w14:textId="77777777">
    <w:pPr>
      <w:pStyle w:val="Kopfzeile"/>
    </w:pPr>
  </w:p>
  <w:p w:rsidR="00186902" w:rsidRDefault="00186902" w14:paraId="43EDDD90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902" w:rsidRDefault="00B9532B" w14:paraId="5833AF02" w14:textId="77777777">
    <w:pPr>
      <w:pStyle w:val="Kopfzeile"/>
    </w:pPr>
    <w:r>
      <w:rPr>
        <w:noProof/>
      </w:rPr>
      <w:pict w14:anchorId="6187ECB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7895906" style="position:absolute;margin-left:0;margin-top:0;width:595.3pt;height:841.9pt;z-index:-251658240;mso-position-horizontal:center;mso-position-horizontal-relative:margin;mso-position-vertical:center;mso-position-vertical-relative:margin" o:spid="_x0000_s2062" o:allowincell="f" type="#_x0000_t75">
          <v:imagedata o:title="Kopfzeile_Schriftstücke_ÖBFV" r:id="rId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10D36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4483AB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A469E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76A48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88969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A76C518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1A3A7A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C818C72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60C83A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50181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D5F3111"/>
    <w:multiLevelType w:val="hybridMultilevel"/>
    <w:tmpl w:val="E86ABC2E"/>
    <w:lvl w:ilvl="0" w:tplc="D950567C">
      <w:start w:val="1"/>
      <w:numFmt w:val="decimal"/>
      <w:pStyle w:val="Listenabsatz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1" w15:restartNumberingAfterBreak="0">
    <w:nsid w:val="16700453"/>
    <w:multiLevelType w:val="hybridMultilevel"/>
    <w:tmpl w:val="2BAE0F32"/>
    <w:lvl w:ilvl="0" w:tplc="54EEAC0C">
      <w:start w:val="1"/>
      <w:numFmt w:val="decimal"/>
      <w:lvlText w:val="%1."/>
      <w:lvlJc w:val="left"/>
      <w:pPr>
        <w:ind w:left="1100" w:hanging="540"/>
        <w:jc w:val="right"/>
      </w:pPr>
      <w:rPr>
        <w:rFonts w:hint="default" w:ascii="Univers LT Std 45 Light" w:hAnsi="Univers LT Std 45 Light" w:eastAsia="Univers LT Std 45 Light" w:cs="Univers LT Std 45 Light"/>
        <w:b/>
        <w:bCs/>
        <w:color w:val="0098D5"/>
        <w:spacing w:val="-9"/>
        <w:w w:val="100"/>
        <w:sz w:val="18"/>
        <w:szCs w:val="18"/>
        <w:lang w:val="de-DE" w:eastAsia="de-DE" w:bidi="de-DE"/>
      </w:rPr>
    </w:lvl>
    <w:lvl w:ilvl="1" w:tplc="E31C6E76">
      <w:numFmt w:val="bullet"/>
      <w:lvlText w:val="•"/>
      <w:lvlJc w:val="left"/>
      <w:pPr>
        <w:ind w:left="2020" w:hanging="540"/>
      </w:pPr>
      <w:rPr>
        <w:rFonts w:hint="default"/>
        <w:lang w:val="de-DE" w:eastAsia="de-DE" w:bidi="de-DE"/>
      </w:rPr>
    </w:lvl>
    <w:lvl w:ilvl="2" w:tplc="1F90192C">
      <w:numFmt w:val="bullet"/>
      <w:lvlText w:val="•"/>
      <w:lvlJc w:val="left"/>
      <w:pPr>
        <w:ind w:left="2941" w:hanging="540"/>
      </w:pPr>
      <w:rPr>
        <w:rFonts w:hint="default"/>
        <w:lang w:val="de-DE" w:eastAsia="de-DE" w:bidi="de-DE"/>
      </w:rPr>
    </w:lvl>
    <w:lvl w:ilvl="3" w:tplc="EB7A4AD2">
      <w:numFmt w:val="bullet"/>
      <w:lvlText w:val="•"/>
      <w:lvlJc w:val="left"/>
      <w:pPr>
        <w:ind w:left="3861" w:hanging="540"/>
      </w:pPr>
      <w:rPr>
        <w:rFonts w:hint="default"/>
        <w:lang w:val="de-DE" w:eastAsia="de-DE" w:bidi="de-DE"/>
      </w:rPr>
    </w:lvl>
    <w:lvl w:ilvl="4" w:tplc="EB20ED70">
      <w:numFmt w:val="bullet"/>
      <w:lvlText w:val="•"/>
      <w:lvlJc w:val="left"/>
      <w:pPr>
        <w:ind w:left="4782" w:hanging="540"/>
      </w:pPr>
      <w:rPr>
        <w:rFonts w:hint="default"/>
        <w:lang w:val="de-DE" w:eastAsia="de-DE" w:bidi="de-DE"/>
      </w:rPr>
    </w:lvl>
    <w:lvl w:ilvl="5" w:tplc="76C00F98">
      <w:numFmt w:val="bullet"/>
      <w:lvlText w:val="•"/>
      <w:lvlJc w:val="left"/>
      <w:pPr>
        <w:ind w:left="5702" w:hanging="540"/>
      </w:pPr>
      <w:rPr>
        <w:rFonts w:hint="default"/>
        <w:lang w:val="de-DE" w:eastAsia="de-DE" w:bidi="de-DE"/>
      </w:rPr>
    </w:lvl>
    <w:lvl w:ilvl="6" w:tplc="B7BE9452">
      <w:numFmt w:val="bullet"/>
      <w:lvlText w:val="•"/>
      <w:lvlJc w:val="left"/>
      <w:pPr>
        <w:ind w:left="6623" w:hanging="540"/>
      </w:pPr>
      <w:rPr>
        <w:rFonts w:hint="default"/>
        <w:lang w:val="de-DE" w:eastAsia="de-DE" w:bidi="de-DE"/>
      </w:rPr>
    </w:lvl>
    <w:lvl w:ilvl="7" w:tplc="A79801BE">
      <w:numFmt w:val="bullet"/>
      <w:lvlText w:val="•"/>
      <w:lvlJc w:val="left"/>
      <w:pPr>
        <w:ind w:left="7543" w:hanging="540"/>
      </w:pPr>
      <w:rPr>
        <w:rFonts w:hint="default"/>
        <w:lang w:val="de-DE" w:eastAsia="de-DE" w:bidi="de-DE"/>
      </w:rPr>
    </w:lvl>
    <w:lvl w:ilvl="8" w:tplc="24FC2586">
      <w:numFmt w:val="bullet"/>
      <w:lvlText w:val="•"/>
      <w:lvlJc w:val="left"/>
      <w:pPr>
        <w:ind w:left="8464" w:hanging="540"/>
      </w:pPr>
      <w:rPr>
        <w:rFonts w:hint="default"/>
        <w:lang w:val="de-DE" w:eastAsia="de-DE" w:bidi="de-DE"/>
      </w:rPr>
    </w:lvl>
  </w:abstractNum>
  <w:abstractNum w:abstractNumId="12" w15:restartNumberingAfterBreak="0">
    <w:nsid w:val="425C073B"/>
    <w:multiLevelType w:val="hybridMultilevel"/>
    <w:tmpl w:val="7F64BFF2"/>
    <w:lvl w:ilvl="0" w:tplc="ABA0ADF8">
      <w:start w:val="1"/>
      <w:numFmt w:val="lowerLetter"/>
      <w:lvlText w:val="%1)"/>
      <w:lvlJc w:val="left"/>
      <w:pPr>
        <w:ind w:left="1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7" w:hanging="360"/>
      </w:pPr>
    </w:lvl>
    <w:lvl w:ilvl="2" w:tplc="0409001B" w:tentative="1">
      <w:start w:val="1"/>
      <w:numFmt w:val="lowerRoman"/>
      <w:lvlText w:val="%3."/>
      <w:lvlJc w:val="right"/>
      <w:pPr>
        <w:ind w:left="2927" w:hanging="180"/>
      </w:pPr>
    </w:lvl>
    <w:lvl w:ilvl="3" w:tplc="0409000F" w:tentative="1">
      <w:start w:val="1"/>
      <w:numFmt w:val="decimal"/>
      <w:lvlText w:val="%4."/>
      <w:lvlJc w:val="left"/>
      <w:pPr>
        <w:ind w:left="3647" w:hanging="360"/>
      </w:pPr>
    </w:lvl>
    <w:lvl w:ilvl="4" w:tplc="04090019" w:tentative="1">
      <w:start w:val="1"/>
      <w:numFmt w:val="lowerLetter"/>
      <w:lvlText w:val="%5."/>
      <w:lvlJc w:val="left"/>
      <w:pPr>
        <w:ind w:left="4367" w:hanging="360"/>
      </w:pPr>
    </w:lvl>
    <w:lvl w:ilvl="5" w:tplc="0409001B" w:tentative="1">
      <w:start w:val="1"/>
      <w:numFmt w:val="lowerRoman"/>
      <w:lvlText w:val="%6."/>
      <w:lvlJc w:val="right"/>
      <w:pPr>
        <w:ind w:left="5087" w:hanging="180"/>
      </w:pPr>
    </w:lvl>
    <w:lvl w:ilvl="6" w:tplc="0409000F" w:tentative="1">
      <w:start w:val="1"/>
      <w:numFmt w:val="decimal"/>
      <w:lvlText w:val="%7."/>
      <w:lvlJc w:val="left"/>
      <w:pPr>
        <w:ind w:left="5807" w:hanging="360"/>
      </w:pPr>
    </w:lvl>
    <w:lvl w:ilvl="7" w:tplc="04090019" w:tentative="1">
      <w:start w:val="1"/>
      <w:numFmt w:val="lowerLetter"/>
      <w:lvlText w:val="%8."/>
      <w:lvlJc w:val="left"/>
      <w:pPr>
        <w:ind w:left="6527" w:hanging="360"/>
      </w:pPr>
    </w:lvl>
    <w:lvl w:ilvl="8" w:tplc="04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3" w15:restartNumberingAfterBreak="0">
    <w:nsid w:val="42EF1F8F"/>
    <w:multiLevelType w:val="hybridMultilevel"/>
    <w:tmpl w:val="D1206F9A"/>
    <w:lvl w:ilvl="0" w:tplc="0409000F">
      <w:start w:val="1"/>
      <w:numFmt w:val="decimal"/>
      <w:lvlText w:val="%1."/>
      <w:lvlJc w:val="left"/>
      <w:pPr>
        <w:ind w:left="1100" w:hanging="540"/>
        <w:jc w:val="right"/>
      </w:pPr>
      <w:rPr>
        <w:rFonts w:hint="default"/>
        <w:b/>
        <w:bCs/>
        <w:color w:val="0098D5"/>
        <w:spacing w:val="-9"/>
        <w:w w:val="100"/>
        <w:sz w:val="18"/>
        <w:szCs w:val="18"/>
        <w:lang w:val="de-DE" w:eastAsia="de-DE" w:bidi="de-DE"/>
      </w:rPr>
    </w:lvl>
    <w:lvl w:ilvl="1" w:tplc="E31C6E76">
      <w:numFmt w:val="bullet"/>
      <w:lvlText w:val="•"/>
      <w:lvlJc w:val="left"/>
      <w:pPr>
        <w:ind w:left="2020" w:hanging="540"/>
      </w:pPr>
      <w:rPr>
        <w:rFonts w:hint="default"/>
        <w:lang w:val="de-DE" w:eastAsia="de-DE" w:bidi="de-DE"/>
      </w:rPr>
    </w:lvl>
    <w:lvl w:ilvl="2" w:tplc="1F90192C">
      <w:numFmt w:val="bullet"/>
      <w:lvlText w:val="•"/>
      <w:lvlJc w:val="left"/>
      <w:pPr>
        <w:ind w:left="2941" w:hanging="540"/>
      </w:pPr>
      <w:rPr>
        <w:rFonts w:hint="default"/>
        <w:lang w:val="de-DE" w:eastAsia="de-DE" w:bidi="de-DE"/>
      </w:rPr>
    </w:lvl>
    <w:lvl w:ilvl="3" w:tplc="EB7A4AD2">
      <w:numFmt w:val="bullet"/>
      <w:lvlText w:val="•"/>
      <w:lvlJc w:val="left"/>
      <w:pPr>
        <w:ind w:left="3861" w:hanging="540"/>
      </w:pPr>
      <w:rPr>
        <w:rFonts w:hint="default"/>
        <w:lang w:val="de-DE" w:eastAsia="de-DE" w:bidi="de-DE"/>
      </w:rPr>
    </w:lvl>
    <w:lvl w:ilvl="4" w:tplc="EB20ED70">
      <w:numFmt w:val="bullet"/>
      <w:lvlText w:val="•"/>
      <w:lvlJc w:val="left"/>
      <w:pPr>
        <w:ind w:left="4782" w:hanging="540"/>
      </w:pPr>
      <w:rPr>
        <w:rFonts w:hint="default"/>
        <w:lang w:val="de-DE" w:eastAsia="de-DE" w:bidi="de-DE"/>
      </w:rPr>
    </w:lvl>
    <w:lvl w:ilvl="5" w:tplc="76C00F98">
      <w:numFmt w:val="bullet"/>
      <w:lvlText w:val="•"/>
      <w:lvlJc w:val="left"/>
      <w:pPr>
        <w:ind w:left="5702" w:hanging="540"/>
      </w:pPr>
      <w:rPr>
        <w:rFonts w:hint="default"/>
        <w:lang w:val="de-DE" w:eastAsia="de-DE" w:bidi="de-DE"/>
      </w:rPr>
    </w:lvl>
    <w:lvl w:ilvl="6" w:tplc="B7BE9452">
      <w:numFmt w:val="bullet"/>
      <w:lvlText w:val="•"/>
      <w:lvlJc w:val="left"/>
      <w:pPr>
        <w:ind w:left="6623" w:hanging="540"/>
      </w:pPr>
      <w:rPr>
        <w:rFonts w:hint="default"/>
        <w:lang w:val="de-DE" w:eastAsia="de-DE" w:bidi="de-DE"/>
      </w:rPr>
    </w:lvl>
    <w:lvl w:ilvl="7" w:tplc="A79801BE">
      <w:numFmt w:val="bullet"/>
      <w:lvlText w:val="•"/>
      <w:lvlJc w:val="left"/>
      <w:pPr>
        <w:ind w:left="7543" w:hanging="540"/>
      </w:pPr>
      <w:rPr>
        <w:rFonts w:hint="default"/>
        <w:lang w:val="de-DE" w:eastAsia="de-DE" w:bidi="de-DE"/>
      </w:rPr>
    </w:lvl>
    <w:lvl w:ilvl="8" w:tplc="24FC2586">
      <w:numFmt w:val="bullet"/>
      <w:lvlText w:val="•"/>
      <w:lvlJc w:val="left"/>
      <w:pPr>
        <w:ind w:left="8464" w:hanging="540"/>
      </w:pPr>
      <w:rPr>
        <w:rFonts w:hint="default"/>
        <w:lang w:val="de-DE" w:eastAsia="de-DE" w:bidi="de-DE"/>
      </w:rPr>
    </w:lvl>
  </w:abstractNum>
  <w:abstractNum w:abstractNumId="14" w15:restartNumberingAfterBreak="0">
    <w:nsid w:val="46CE1C98"/>
    <w:multiLevelType w:val="hybridMultilevel"/>
    <w:tmpl w:val="4F4A42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7D"/>
    <w:rsid w:val="001846C3"/>
    <w:rsid w:val="00185816"/>
    <w:rsid w:val="00186902"/>
    <w:rsid w:val="00205A47"/>
    <w:rsid w:val="002D06CD"/>
    <w:rsid w:val="003F4D92"/>
    <w:rsid w:val="00516E8D"/>
    <w:rsid w:val="005336D2"/>
    <w:rsid w:val="005614DE"/>
    <w:rsid w:val="00565B4C"/>
    <w:rsid w:val="006033B0"/>
    <w:rsid w:val="0067479E"/>
    <w:rsid w:val="00676F46"/>
    <w:rsid w:val="006B040B"/>
    <w:rsid w:val="0074539F"/>
    <w:rsid w:val="00783956"/>
    <w:rsid w:val="00804DA0"/>
    <w:rsid w:val="00894CF3"/>
    <w:rsid w:val="0097451B"/>
    <w:rsid w:val="009C170F"/>
    <w:rsid w:val="009C182F"/>
    <w:rsid w:val="009F5461"/>
    <w:rsid w:val="00AA3687"/>
    <w:rsid w:val="00B164A9"/>
    <w:rsid w:val="00B562FE"/>
    <w:rsid w:val="00B71738"/>
    <w:rsid w:val="00B9532B"/>
    <w:rsid w:val="00C35D69"/>
    <w:rsid w:val="00D202AD"/>
    <w:rsid w:val="00DA3CC2"/>
    <w:rsid w:val="00E41A47"/>
    <w:rsid w:val="00E57175"/>
    <w:rsid w:val="00F17C59"/>
    <w:rsid w:val="00F6717D"/>
    <w:rsid w:val="00FC4368"/>
    <w:rsid w:val="00FD2A60"/>
    <w:rsid w:val="00FF56E6"/>
    <w:rsid w:val="1C1DAEA4"/>
    <w:rsid w:val="33ED1DF7"/>
    <w:rsid w:val="4976F00E"/>
    <w:rsid w:val="5275C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3673CEC8"/>
  <w15:chartTrackingRefBased/>
  <w15:docId w15:val="{8F047B07-3FD4-40D8-BCC8-08B4DB7D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E57175"/>
    <w:pPr>
      <w:spacing w:after="0" w:line="240" w:lineRule="auto"/>
    </w:pPr>
    <w:rPr>
      <w:rFonts w:ascii="Trebuchet MS" w:hAnsi="Trebuchet MS" w:eastAsia="Times New Roman" w:cs="Times New Roman"/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64A9"/>
    <w:pPr>
      <w:keepNext/>
      <w:keepLines/>
      <w:spacing w:before="24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164A9"/>
    <w:pPr>
      <w:keepNext/>
      <w:keepLines/>
      <w:spacing w:before="40" w:line="259" w:lineRule="auto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64A9"/>
    <w:pPr>
      <w:keepNext/>
      <w:keepLines/>
      <w:spacing w:before="40" w:line="259" w:lineRule="auto"/>
      <w:outlineLvl w:val="2"/>
    </w:pPr>
    <w:rPr>
      <w:rFonts w:asciiTheme="majorHAnsi" w:hAnsiTheme="majorHAnsi" w:eastAsiaTheme="majorEastAsia" w:cstheme="majorBidi"/>
      <w:color w:val="1F4D78" w:themeColor="accent1" w:themeShade="7F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164A9"/>
    <w:pPr>
      <w:keepNext/>
      <w:keepLines/>
      <w:spacing w:before="40" w:line="259" w:lineRule="auto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64A9"/>
    <w:pPr>
      <w:keepNext/>
      <w:keepLines/>
      <w:spacing w:before="40" w:line="259" w:lineRule="auto"/>
      <w:outlineLvl w:val="4"/>
    </w:pPr>
    <w:rPr>
      <w:rFonts w:asciiTheme="majorHAnsi" w:hAnsiTheme="majorHAnsi" w:eastAsiaTheme="majorEastAsia" w:cstheme="majorBidi"/>
      <w:color w:val="2E74B5" w:themeColor="accent1" w:themeShade="BF"/>
      <w:sz w:val="22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164A9"/>
    <w:pPr>
      <w:keepNext/>
      <w:keepLines/>
      <w:spacing w:before="40" w:line="259" w:lineRule="auto"/>
      <w:outlineLvl w:val="5"/>
    </w:pPr>
    <w:rPr>
      <w:rFonts w:asciiTheme="majorHAnsi" w:hAnsiTheme="majorHAnsi" w:eastAsiaTheme="majorEastAsia" w:cstheme="majorBidi"/>
      <w:color w:val="1F4D78" w:themeColor="accent1" w:themeShade="7F"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164A9"/>
    <w:pPr>
      <w:keepNext/>
      <w:keepLines/>
      <w:spacing w:before="40" w:line="259" w:lineRule="auto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164A9"/>
    <w:pPr>
      <w:keepNext/>
      <w:keepLines/>
      <w:spacing w:before="40" w:line="259" w:lineRule="auto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64A9"/>
    <w:pPr>
      <w:keepNext/>
      <w:keepLines/>
      <w:spacing w:before="40" w:line="259" w:lineRule="auto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7451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KopfzeileZchn" w:customStyle="1">
    <w:name w:val="Kopfzeile Zchn"/>
    <w:basedOn w:val="Absatz-Standardschriftart"/>
    <w:link w:val="Kopfzeile"/>
    <w:uiPriority w:val="99"/>
    <w:rsid w:val="0097451B"/>
  </w:style>
  <w:style w:type="paragraph" w:styleId="Fuzeile">
    <w:name w:val="footer"/>
    <w:basedOn w:val="Standard"/>
    <w:link w:val="FuzeileZchn"/>
    <w:uiPriority w:val="99"/>
    <w:unhideWhenUsed/>
    <w:rsid w:val="0097451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FuzeileZchn" w:customStyle="1">
    <w:name w:val="Fußzeile Zchn"/>
    <w:basedOn w:val="Absatz-Standardschriftart"/>
    <w:link w:val="Fuzeile"/>
    <w:uiPriority w:val="99"/>
    <w:rsid w:val="0097451B"/>
  </w:style>
  <w:style w:type="character" w:styleId="Hyperlink">
    <w:name w:val="Hyperlink"/>
    <w:basedOn w:val="Absatz-Standardschriftart"/>
    <w:uiPriority w:val="99"/>
    <w:unhideWhenUsed/>
    <w:rsid w:val="0097451B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B164A9"/>
    <w:pPr>
      <w:spacing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B164A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AnredeZchn" w:customStyle="1">
    <w:name w:val="Anrede Zchn"/>
    <w:basedOn w:val="Absatz-Standardschriftart"/>
    <w:link w:val="Anrede"/>
    <w:uiPriority w:val="99"/>
    <w:semiHidden/>
    <w:rsid w:val="00B164A9"/>
  </w:style>
  <w:style w:type="paragraph" w:styleId="Aufzhlungszeichen">
    <w:name w:val="List Bullet"/>
    <w:basedOn w:val="Standard"/>
    <w:uiPriority w:val="99"/>
    <w:semiHidden/>
    <w:unhideWhenUsed/>
    <w:rsid w:val="00B164A9"/>
    <w:pPr>
      <w:numPr>
        <w:numId w:val="1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ufzhlungszeichen2">
    <w:name w:val="List Bullet 2"/>
    <w:basedOn w:val="Standard"/>
    <w:uiPriority w:val="99"/>
    <w:semiHidden/>
    <w:unhideWhenUsed/>
    <w:rsid w:val="00B164A9"/>
    <w:pPr>
      <w:numPr>
        <w:numId w:val="2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ufzhlungszeichen3">
    <w:name w:val="List Bullet 3"/>
    <w:basedOn w:val="Standard"/>
    <w:uiPriority w:val="99"/>
    <w:semiHidden/>
    <w:unhideWhenUsed/>
    <w:rsid w:val="00B164A9"/>
    <w:pPr>
      <w:numPr>
        <w:numId w:val="3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ufzhlungszeichen4">
    <w:name w:val="List Bullet 4"/>
    <w:basedOn w:val="Standard"/>
    <w:uiPriority w:val="99"/>
    <w:semiHidden/>
    <w:unhideWhenUsed/>
    <w:rsid w:val="00B164A9"/>
    <w:pPr>
      <w:numPr>
        <w:numId w:val="4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semiHidden/>
    <w:unhideWhenUsed/>
    <w:rsid w:val="00B164A9"/>
    <w:pPr>
      <w:numPr>
        <w:numId w:val="5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164A9"/>
    <w:pPr>
      <w:spacing w:after="200"/>
    </w:pPr>
    <w:rPr>
      <w:rFonts w:asciiTheme="minorHAnsi" w:hAnsiTheme="minorHAnsi" w:eastAsiaTheme="minorHAnsi" w:cstheme="minorBidi"/>
      <w:i/>
      <w:iCs/>
      <w:color w:val="44546A" w:themeColor="text2"/>
      <w:sz w:val="18"/>
      <w:szCs w:val="18"/>
      <w:lang w:eastAsia="en-US"/>
    </w:rPr>
  </w:style>
  <w:style w:type="paragraph" w:styleId="Blocktext">
    <w:name w:val="Block Text"/>
    <w:basedOn w:val="Standard"/>
    <w:uiPriority w:val="99"/>
    <w:semiHidden/>
    <w:unhideWhenUsed/>
    <w:rsid w:val="00B164A9"/>
    <w:pPr>
      <w:pBdr>
        <w:top w:val="single" w:color="5B9BD5" w:themeColor="accent1" w:sz="2" w:space="10" w:shadow="1" w:frame="1"/>
        <w:left w:val="single" w:color="5B9BD5" w:themeColor="accent1" w:sz="2" w:space="10" w:shadow="1" w:frame="1"/>
        <w:bottom w:val="single" w:color="5B9BD5" w:themeColor="accent1" w:sz="2" w:space="10" w:shadow="1" w:frame="1"/>
        <w:right w:val="single" w:color="5B9BD5" w:themeColor="accent1" w:sz="2" w:space="10" w:shadow="1" w:frame="1"/>
      </w:pBdr>
      <w:spacing w:after="160" w:line="259" w:lineRule="auto"/>
      <w:ind w:left="1152" w:right="1152"/>
    </w:pPr>
    <w:rPr>
      <w:rFonts w:asciiTheme="minorHAnsi" w:hAnsiTheme="minorHAnsi" w:eastAsiaTheme="minorEastAsia" w:cstheme="minorBidi"/>
      <w:i/>
      <w:iCs/>
      <w:color w:val="5B9BD5" w:themeColor="accent1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B164A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DatumZchn" w:customStyle="1">
    <w:name w:val="Datum Zchn"/>
    <w:basedOn w:val="Absatz-Standardschriftart"/>
    <w:link w:val="Datum"/>
    <w:uiPriority w:val="99"/>
    <w:semiHidden/>
    <w:rsid w:val="00B164A9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164A9"/>
    <w:rPr>
      <w:rFonts w:ascii="Segoe UI" w:hAnsi="Segoe UI" w:cs="Segoe UI" w:eastAsiaTheme="minorHAnsi"/>
      <w:sz w:val="16"/>
      <w:szCs w:val="16"/>
      <w:lang w:eastAsia="en-US"/>
    </w:rPr>
  </w:style>
  <w:style w:type="character" w:styleId="DokumentstrukturZchn" w:customStyle="1">
    <w:name w:val="Dokumentstruktur Zchn"/>
    <w:basedOn w:val="Absatz-Standardschriftart"/>
    <w:link w:val="Dokumentstruktur"/>
    <w:uiPriority w:val="99"/>
    <w:semiHidden/>
    <w:rsid w:val="00B164A9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B164A9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E-Mail-SignaturZchn" w:customStyle="1">
    <w:name w:val="E-Mail-Signatur Zchn"/>
    <w:basedOn w:val="Absatz-Standardschriftart"/>
    <w:link w:val="E-Mail-Signatur"/>
    <w:uiPriority w:val="99"/>
    <w:semiHidden/>
    <w:rsid w:val="00B164A9"/>
  </w:style>
  <w:style w:type="paragraph" w:styleId="Endnotentext">
    <w:name w:val="endnote text"/>
    <w:basedOn w:val="Standard"/>
    <w:link w:val="EndnotentextZchn"/>
    <w:uiPriority w:val="99"/>
    <w:semiHidden/>
    <w:unhideWhenUsed/>
    <w:rsid w:val="00B164A9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EndnotentextZchn" w:customStyle="1">
    <w:name w:val="Endnotentext Zchn"/>
    <w:basedOn w:val="Absatz-Standardschriftart"/>
    <w:link w:val="Endnotentext"/>
    <w:uiPriority w:val="99"/>
    <w:semiHidden/>
    <w:rsid w:val="00B164A9"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B164A9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Fu-EndnotenberschriftZchn" w:customStyle="1">
    <w:name w:val="Fuß/-Endnotenüberschrift Zchn"/>
    <w:basedOn w:val="Absatz-Standardschriftart"/>
    <w:link w:val="Fu-Endnotenberschrift"/>
    <w:uiPriority w:val="99"/>
    <w:semiHidden/>
    <w:rsid w:val="00B164A9"/>
  </w:style>
  <w:style w:type="paragraph" w:styleId="Funotentext">
    <w:name w:val="footnote text"/>
    <w:basedOn w:val="Standard"/>
    <w:link w:val="FunotentextZchn"/>
    <w:uiPriority w:val="99"/>
    <w:semiHidden/>
    <w:unhideWhenUsed/>
    <w:rsid w:val="00B164A9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B164A9"/>
    <w:rPr>
      <w:sz w:val="20"/>
      <w:szCs w:val="20"/>
    </w:rPr>
  </w:style>
  <w:style w:type="paragraph" w:styleId="Gruformel">
    <w:name w:val="Closing"/>
    <w:basedOn w:val="Standard"/>
    <w:link w:val="GruformelZchn"/>
    <w:uiPriority w:val="99"/>
    <w:semiHidden/>
    <w:unhideWhenUsed/>
    <w:rsid w:val="00B164A9"/>
    <w:pPr>
      <w:ind w:left="4252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GruformelZchn" w:customStyle="1">
    <w:name w:val="Grußformel Zchn"/>
    <w:basedOn w:val="Absatz-Standardschriftart"/>
    <w:link w:val="Gruformel"/>
    <w:uiPriority w:val="99"/>
    <w:semiHidden/>
    <w:rsid w:val="00B164A9"/>
  </w:style>
  <w:style w:type="paragraph" w:styleId="HTMLAdresse">
    <w:name w:val="HTML Address"/>
    <w:basedOn w:val="Standard"/>
    <w:link w:val="HTMLAdresseZchn"/>
    <w:uiPriority w:val="99"/>
    <w:semiHidden/>
    <w:unhideWhenUsed/>
    <w:rsid w:val="00B164A9"/>
    <w:rPr>
      <w:rFonts w:asciiTheme="minorHAnsi" w:hAnsiTheme="minorHAnsi" w:eastAsiaTheme="minorHAnsi" w:cstheme="minorBidi"/>
      <w:i/>
      <w:iCs/>
      <w:sz w:val="22"/>
      <w:szCs w:val="22"/>
      <w:lang w:eastAsia="en-US"/>
    </w:rPr>
  </w:style>
  <w:style w:type="character" w:styleId="HTMLAdresseZchn" w:customStyle="1">
    <w:name w:val="HTML Adresse Zchn"/>
    <w:basedOn w:val="Absatz-Standardschriftart"/>
    <w:link w:val="HTMLAdresse"/>
    <w:uiPriority w:val="99"/>
    <w:semiHidden/>
    <w:rsid w:val="00B164A9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164A9"/>
    <w:rPr>
      <w:rFonts w:ascii="Consolas" w:hAnsi="Consolas" w:eastAsiaTheme="minorHAnsi" w:cstheme="minorBidi"/>
      <w:sz w:val="20"/>
      <w:szCs w:val="20"/>
      <w:lang w:eastAsia="en-US"/>
    </w:rPr>
  </w:style>
  <w:style w:type="character" w:styleId="HTMLVorformatiertZchn" w:customStyle="1">
    <w:name w:val="HTML Vorformatiert Zchn"/>
    <w:basedOn w:val="Absatz-Standardschriftart"/>
    <w:link w:val="HTMLVorformatiert"/>
    <w:uiPriority w:val="99"/>
    <w:semiHidden/>
    <w:rsid w:val="00B164A9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B164A9"/>
    <w:pPr>
      <w:ind w:left="22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B164A9"/>
    <w:pPr>
      <w:ind w:left="44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B164A9"/>
    <w:pPr>
      <w:ind w:left="66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B164A9"/>
    <w:pPr>
      <w:ind w:left="88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B164A9"/>
    <w:pPr>
      <w:ind w:left="110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B164A9"/>
    <w:pPr>
      <w:ind w:left="132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B164A9"/>
    <w:pPr>
      <w:ind w:left="154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B164A9"/>
    <w:pPr>
      <w:ind w:left="176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B164A9"/>
    <w:pPr>
      <w:ind w:left="198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B164A9"/>
    <w:pPr>
      <w:spacing w:after="160" w:line="259" w:lineRule="auto"/>
    </w:pPr>
    <w:rPr>
      <w:rFonts w:asciiTheme="majorHAnsi" w:hAnsiTheme="majorHAnsi" w:eastAsiaTheme="majorEastAsia" w:cstheme="majorBidi"/>
      <w:b/>
      <w:bCs/>
      <w:sz w:val="22"/>
      <w:szCs w:val="22"/>
      <w:lang w:eastAsia="en-US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B164A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164A9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164A9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5B9BD5" w:themeColor="accent1"/>
      <w:sz w:val="22"/>
      <w:szCs w:val="22"/>
      <w:lang w:eastAsia="en-US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B164A9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164A9"/>
    <w:pPr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4A9"/>
    <w:pPr>
      <w:spacing w:after="160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B164A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4A9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B164A9"/>
    <w:rPr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B164A9"/>
    <w:pPr>
      <w:spacing w:after="160" w:line="259" w:lineRule="auto"/>
      <w:ind w:left="283" w:hanging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2">
    <w:name w:val="List 2"/>
    <w:basedOn w:val="Standard"/>
    <w:uiPriority w:val="99"/>
    <w:semiHidden/>
    <w:unhideWhenUsed/>
    <w:rsid w:val="00B164A9"/>
    <w:pPr>
      <w:spacing w:after="160" w:line="259" w:lineRule="auto"/>
      <w:ind w:left="566" w:hanging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3">
    <w:name w:val="List 3"/>
    <w:basedOn w:val="Standard"/>
    <w:uiPriority w:val="99"/>
    <w:semiHidden/>
    <w:unhideWhenUsed/>
    <w:rsid w:val="00B164A9"/>
    <w:pPr>
      <w:spacing w:after="160" w:line="259" w:lineRule="auto"/>
      <w:ind w:left="849" w:hanging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4">
    <w:name w:val="List 4"/>
    <w:basedOn w:val="Standard"/>
    <w:uiPriority w:val="99"/>
    <w:semiHidden/>
    <w:unhideWhenUsed/>
    <w:rsid w:val="00B164A9"/>
    <w:pPr>
      <w:spacing w:after="160" w:line="259" w:lineRule="auto"/>
      <w:ind w:left="1132" w:hanging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5">
    <w:name w:val="List 5"/>
    <w:basedOn w:val="Standard"/>
    <w:uiPriority w:val="99"/>
    <w:semiHidden/>
    <w:unhideWhenUsed/>
    <w:rsid w:val="00B164A9"/>
    <w:pPr>
      <w:spacing w:after="160" w:line="259" w:lineRule="auto"/>
      <w:ind w:left="1415" w:hanging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absatz">
    <w:name w:val="List Paragraph"/>
    <w:basedOn w:val="Standard"/>
    <w:uiPriority w:val="1"/>
    <w:qFormat/>
    <w:rsid w:val="00B562FE"/>
    <w:pPr>
      <w:widowControl w:val="0"/>
      <w:numPr>
        <w:numId w:val="12"/>
      </w:numPr>
      <w:tabs>
        <w:tab w:val="left" w:pos="1100"/>
      </w:tabs>
      <w:autoSpaceDE w:val="0"/>
      <w:autoSpaceDN w:val="0"/>
      <w:spacing w:before="1" w:after="160" w:line="242" w:lineRule="auto"/>
      <w:ind w:left="567" w:right="105" w:hanging="567"/>
      <w:contextualSpacing/>
    </w:pPr>
    <w:rPr>
      <w:rFonts w:eastAsiaTheme="minorHAnsi" w:cstheme="minorBidi"/>
      <w:b/>
      <w:lang w:eastAsia="en-US"/>
    </w:rPr>
  </w:style>
  <w:style w:type="paragraph" w:styleId="Listenfortsetzung">
    <w:name w:val="List Continue"/>
    <w:basedOn w:val="Standard"/>
    <w:uiPriority w:val="99"/>
    <w:semiHidden/>
    <w:unhideWhenUsed/>
    <w:rsid w:val="00B164A9"/>
    <w:pPr>
      <w:spacing w:after="120" w:line="259" w:lineRule="auto"/>
      <w:ind w:left="283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fortsetzung2">
    <w:name w:val="List Continue 2"/>
    <w:basedOn w:val="Standard"/>
    <w:uiPriority w:val="99"/>
    <w:semiHidden/>
    <w:unhideWhenUsed/>
    <w:rsid w:val="00B164A9"/>
    <w:pPr>
      <w:spacing w:after="120" w:line="259" w:lineRule="auto"/>
      <w:ind w:left="566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fortsetzung3">
    <w:name w:val="List Continue 3"/>
    <w:basedOn w:val="Standard"/>
    <w:uiPriority w:val="99"/>
    <w:semiHidden/>
    <w:unhideWhenUsed/>
    <w:rsid w:val="00B164A9"/>
    <w:pPr>
      <w:spacing w:after="120" w:line="259" w:lineRule="auto"/>
      <w:ind w:left="849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fortsetzung4">
    <w:name w:val="List Continue 4"/>
    <w:basedOn w:val="Standard"/>
    <w:uiPriority w:val="99"/>
    <w:semiHidden/>
    <w:unhideWhenUsed/>
    <w:rsid w:val="00B164A9"/>
    <w:pPr>
      <w:spacing w:after="120" w:line="259" w:lineRule="auto"/>
      <w:ind w:left="1132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fortsetzung5">
    <w:name w:val="List Continue 5"/>
    <w:basedOn w:val="Standard"/>
    <w:uiPriority w:val="99"/>
    <w:semiHidden/>
    <w:unhideWhenUsed/>
    <w:rsid w:val="00B164A9"/>
    <w:pPr>
      <w:spacing w:after="120" w:line="259" w:lineRule="auto"/>
      <w:ind w:left="1415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nummer">
    <w:name w:val="List Number"/>
    <w:basedOn w:val="Standard"/>
    <w:uiPriority w:val="99"/>
    <w:semiHidden/>
    <w:unhideWhenUsed/>
    <w:rsid w:val="00B164A9"/>
    <w:pPr>
      <w:numPr>
        <w:numId w:val="6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nummer2">
    <w:name w:val="List Number 2"/>
    <w:basedOn w:val="Standard"/>
    <w:uiPriority w:val="99"/>
    <w:semiHidden/>
    <w:unhideWhenUsed/>
    <w:rsid w:val="00B164A9"/>
    <w:pPr>
      <w:numPr>
        <w:numId w:val="7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nummer3">
    <w:name w:val="List Number 3"/>
    <w:basedOn w:val="Standard"/>
    <w:uiPriority w:val="99"/>
    <w:semiHidden/>
    <w:unhideWhenUsed/>
    <w:rsid w:val="00B164A9"/>
    <w:pPr>
      <w:numPr>
        <w:numId w:val="8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nummer4">
    <w:name w:val="List Number 4"/>
    <w:basedOn w:val="Standard"/>
    <w:uiPriority w:val="99"/>
    <w:semiHidden/>
    <w:unhideWhenUsed/>
    <w:rsid w:val="00B164A9"/>
    <w:pPr>
      <w:numPr>
        <w:numId w:val="9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stennummer5">
    <w:name w:val="List Number 5"/>
    <w:basedOn w:val="Standard"/>
    <w:uiPriority w:val="99"/>
    <w:semiHidden/>
    <w:unhideWhenUsed/>
    <w:rsid w:val="00B164A9"/>
    <w:pPr>
      <w:numPr>
        <w:numId w:val="10"/>
      </w:numPr>
      <w:spacing w:after="160" w:line="259" w:lineRule="auto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B164A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Makrotext">
    <w:name w:val="macro"/>
    <w:link w:val="MakrotextZchn"/>
    <w:uiPriority w:val="99"/>
    <w:semiHidden/>
    <w:unhideWhenUsed/>
    <w:rsid w:val="00B164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styleId="MakrotextZchn" w:customStyle="1">
    <w:name w:val="Makrotext Zchn"/>
    <w:basedOn w:val="Absatz-Standardschriftart"/>
    <w:link w:val="Makrotext"/>
    <w:uiPriority w:val="99"/>
    <w:semiHidden/>
    <w:rsid w:val="00B164A9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B164A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  <w:lang w:eastAsia="en-US"/>
    </w:rPr>
  </w:style>
  <w:style w:type="character" w:styleId="NachrichtenkopfZchn" w:customStyle="1">
    <w:name w:val="Nachrichtenkopf Zchn"/>
    <w:basedOn w:val="Absatz-Standardschriftart"/>
    <w:link w:val="Nachrichtenkopf"/>
    <w:uiPriority w:val="99"/>
    <w:semiHidden/>
    <w:rsid w:val="00B164A9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B164A9"/>
    <w:rPr>
      <w:rFonts w:ascii="Consolas" w:hAnsi="Consolas" w:eastAsiaTheme="minorHAnsi" w:cstheme="minorBidi"/>
      <w:sz w:val="21"/>
      <w:szCs w:val="21"/>
      <w:lang w:eastAsia="en-US"/>
    </w:rPr>
  </w:style>
  <w:style w:type="character" w:styleId="NurTextZchn" w:customStyle="1">
    <w:name w:val="Nur Text Zchn"/>
    <w:basedOn w:val="Absatz-Standardschriftart"/>
    <w:link w:val="NurText"/>
    <w:uiPriority w:val="99"/>
    <w:semiHidden/>
    <w:rsid w:val="00B164A9"/>
    <w:rPr>
      <w:rFonts w:ascii="Consolas" w:hAnsi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B164A9"/>
    <w:pPr>
      <w:spacing w:line="259" w:lineRule="auto"/>
      <w:ind w:left="220" w:hanging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B164A9"/>
    <w:pPr>
      <w:spacing w:before="120" w:after="160" w:line="259" w:lineRule="auto"/>
    </w:pPr>
    <w:rPr>
      <w:rFonts w:asciiTheme="majorHAnsi" w:hAnsiTheme="majorHAnsi" w:eastAsiaTheme="majorEastAsia" w:cstheme="majorBidi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4A9"/>
    <w:rPr>
      <w:rFonts w:ascii="Segoe UI" w:hAnsi="Segoe UI" w:cs="Segoe UI" w:eastAsiaTheme="minorHAnsi"/>
      <w:sz w:val="18"/>
      <w:szCs w:val="18"/>
      <w:lang w:eastAsia="en-US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B164A9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B164A9"/>
    <w:pPr>
      <w:spacing w:after="160" w:line="259" w:lineRule="auto"/>
    </w:pPr>
    <w:rPr>
      <w:rFonts w:eastAsiaTheme="minorHAnsi"/>
      <w:lang w:eastAsia="en-US"/>
    </w:rPr>
  </w:style>
  <w:style w:type="paragraph" w:styleId="Standardeinzug">
    <w:name w:val="Normal Indent"/>
    <w:basedOn w:val="Standard"/>
    <w:uiPriority w:val="99"/>
    <w:semiHidden/>
    <w:unhideWhenUsed/>
    <w:rsid w:val="00B164A9"/>
    <w:pPr>
      <w:spacing w:after="160" w:line="259" w:lineRule="auto"/>
      <w:ind w:left="708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Textkrper">
    <w:name w:val="Body Text"/>
    <w:basedOn w:val="Standard"/>
    <w:link w:val="TextkrperZchn"/>
    <w:uiPriority w:val="99"/>
    <w:unhideWhenUsed/>
    <w:rsid w:val="00B164A9"/>
    <w:pPr>
      <w:spacing w:after="12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TextkrperZchn" w:customStyle="1">
    <w:name w:val="Textkörper Zchn"/>
    <w:basedOn w:val="Absatz-Standardschriftart"/>
    <w:link w:val="Textkrper"/>
    <w:uiPriority w:val="99"/>
    <w:rsid w:val="00B164A9"/>
  </w:style>
  <w:style w:type="paragraph" w:styleId="Textkrper2">
    <w:name w:val="Body Text 2"/>
    <w:basedOn w:val="Standard"/>
    <w:link w:val="Textkrper2Zchn"/>
    <w:uiPriority w:val="99"/>
    <w:semiHidden/>
    <w:unhideWhenUsed/>
    <w:rsid w:val="00B164A9"/>
    <w:pPr>
      <w:spacing w:after="120" w:line="48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Textkrper2Zchn" w:customStyle="1">
    <w:name w:val="Textkörper 2 Zchn"/>
    <w:basedOn w:val="Absatz-Standardschriftart"/>
    <w:link w:val="Textkrper2"/>
    <w:uiPriority w:val="99"/>
    <w:semiHidden/>
    <w:rsid w:val="00B164A9"/>
  </w:style>
  <w:style w:type="paragraph" w:styleId="Textkrper3">
    <w:name w:val="Body Text 3"/>
    <w:basedOn w:val="Standard"/>
    <w:link w:val="Textkrper3Zchn"/>
    <w:uiPriority w:val="99"/>
    <w:semiHidden/>
    <w:unhideWhenUsed/>
    <w:rsid w:val="00B164A9"/>
    <w:pPr>
      <w:spacing w:after="120" w:line="259" w:lineRule="auto"/>
    </w:pPr>
    <w:rPr>
      <w:rFonts w:asciiTheme="minorHAnsi" w:hAnsiTheme="minorHAnsi" w:eastAsiaTheme="minorHAnsi" w:cstheme="minorBidi"/>
      <w:sz w:val="16"/>
      <w:szCs w:val="16"/>
      <w:lang w:eastAsia="en-US"/>
    </w:rPr>
  </w:style>
  <w:style w:type="character" w:styleId="Textkrper3Zchn" w:customStyle="1">
    <w:name w:val="Textkörper 3 Zchn"/>
    <w:basedOn w:val="Absatz-Standardschriftart"/>
    <w:link w:val="Textkrper3"/>
    <w:uiPriority w:val="99"/>
    <w:semiHidden/>
    <w:rsid w:val="00B164A9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B164A9"/>
    <w:pPr>
      <w:spacing w:after="120" w:line="480" w:lineRule="auto"/>
      <w:ind w:left="283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Textkrper-Einzug2Zchn" w:customStyle="1">
    <w:name w:val="Textkörper-Einzug 2 Zchn"/>
    <w:basedOn w:val="Absatz-Standardschriftart"/>
    <w:link w:val="Textkrper-Einzug2"/>
    <w:uiPriority w:val="99"/>
    <w:semiHidden/>
    <w:rsid w:val="00B164A9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B164A9"/>
    <w:pPr>
      <w:spacing w:after="120" w:line="259" w:lineRule="auto"/>
      <w:ind w:left="283"/>
    </w:pPr>
    <w:rPr>
      <w:rFonts w:asciiTheme="minorHAnsi" w:hAnsiTheme="minorHAnsi" w:eastAsiaTheme="minorHAnsi" w:cstheme="minorBidi"/>
      <w:sz w:val="16"/>
      <w:szCs w:val="16"/>
      <w:lang w:eastAsia="en-US"/>
    </w:rPr>
  </w:style>
  <w:style w:type="character" w:styleId="Textkrper-Einzug3Zchn" w:customStyle="1">
    <w:name w:val="Textkörper-Einzug 3 Zchn"/>
    <w:basedOn w:val="Absatz-Standardschriftart"/>
    <w:link w:val="Textkrper-Einzug3"/>
    <w:uiPriority w:val="99"/>
    <w:semiHidden/>
    <w:rsid w:val="00B164A9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B164A9"/>
    <w:pPr>
      <w:spacing w:after="160"/>
      <w:ind w:firstLine="360"/>
    </w:pPr>
  </w:style>
  <w:style w:type="character" w:styleId="Textkrper-ErstzeileneinzugZchn" w:customStyle="1">
    <w:name w:val="Textkörper-Erstzeileneinzug Zchn"/>
    <w:basedOn w:val="TextkrperZchn"/>
    <w:link w:val="Textkrper-Erstzeileneinzug"/>
    <w:uiPriority w:val="99"/>
    <w:semiHidden/>
    <w:rsid w:val="00B164A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B164A9"/>
    <w:pPr>
      <w:spacing w:after="120" w:line="259" w:lineRule="auto"/>
      <w:ind w:left="283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Textkrper-ZeileneinzugZchn" w:customStyle="1">
    <w:name w:val="Textkörper-Zeileneinzug Zchn"/>
    <w:basedOn w:val="Absatz-Standardschriftart"/>
    <w:link w:val="Textkrper-Zeileneinzug"/>
    <w:uiPriority w:val="99"/>
    <w:semiHidden/>
    <w:rsid w:val="00B164A9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B164A9"/>
    <w:pPr>
      <w:spacing w:after="160"/>
      <w:ind w:left="360" w:firstLine="360"/>
    </w:pPr>
  </w:style>
  <w:style w:type="character" w:styleId="Textkrper-Erstzeileneinzug2Zchn" w:customStyle="1">
    <w:name w:val="Textkörper-Erstzeileneinzug 2 Zchn"/>
    <w:basedOn w:val="Textkrper-ZeileneinzugZchn"/>
    <w:link w:val="Textkrper-Erstzeileneinzug2"/>
    <w:uiPriority w:val="99"/>
    <w:semiHidden/>
    <w:rsid w:val="00B164A9"/>
  </w:style>
  <w:style w:type="paragraph" w:styleId="Titel">
    <w:name w:val="Title"/>
    <w:basedOn w:val="Standard"/>
    <w:next w:val="Standard"/>
    <w:link w:val="TitelZchn"/>
    <w:uiPriority w:val="10"/>
    <w:qFormat/>
    <w:rsid w:val="00B164A9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TitelZchn" w:customStyle="1">
    <w:name w:val="Titel Zchn"/>
    <w:basedOn w:val="Absatz-Standardschriftart"/>
    <w:link w:val="Titel"/>
    <w:uiPriority w:val="10"/>
    <w:rsid w:val="00B164A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B164A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164A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B164A9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B164A9"/>
    <w:rPr>
      <w:rFonts w:asciiTheme="majorHAnsi" w:hAnsiTheme="majorHAnsi" w:eastAsiaTheme="majorEastAsia" w:cstheme="majorBidi"/>
      <w:color w:val="2E74B5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B164A9"/>
    <w:rPr>
      <w:rFonts w:asciiTheme="majorHAnsi" w:hAnsiTheme="majorHAnsi" w:eastAsiaTheme="majorEastAsia" w:cstheme="majorBidi"/>
      <w:color w:val="1F4D78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B164A9"/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B164A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B164A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Umschlagabsenderadresse">
    <w:name w:val="envelope return"/>
    <w:basedOn w:val="Standard"/>
    <w:uiPriority w:val="99"/>
    <w:semiHidden/>
    <w:unhideWhenUsed/>
    <w:rsid w:val="00B164A9"/>
    <w:rPr>
      <w:rFonts w:asciiTheme="majorHAnsi" w:hAnsiTheme="majorHAnsi" w:eastAsiaTheme="majorEastAsia" w:cstheme="majorBidi"/>
      <w:sz w:val="20"/>
      <w:szCs w:val="20"/>
      <w:lang w:eastAsia="en-US"/>
    </w:rPr>
  </w:style>
  <w:style w:type="paragraph" w:styleId="Umschlagadresse">
    <w:name w:val="envelope address"/>
    <w:basedOn w:val="Standard"/>
    <w:uiPriority w:val="99"/>
    <w:semiHidden/>
    <w:unhideWhenUsed/>
    <w:rsid w:val="00B164A9"/>
    <w:pPr>
      <w:framePr w:w="4320" w:h="2160" w:hSpace="141" w:wrap="auto" w:hAnchor="page" w:xAlign="center" w:yAlign="bottom" w:hRule="exact"/>
      <w:ind w:left="1"/>
    </w:pPr>
    <w:rPr>
      <w:rFonts w:asciiTheme="majorHAnsi" w:hAnsiTheme="majorHAnsi" w:eastAsiaTheme="majorEastAsia" w:cstheme="majorBidi"/>
      <w:lang w:eastAsia="en-US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B164A9"/>
    <w:pPr>
      <w:ind w:left="4252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UnterschriftZchn" w:customStyle="1">
    <w:name w:val="Unterschrift Zchn"/>
    <w:basedOn w:val="Absatz-Standardschriftart"/>
    <w:link w:val="Unterschrift"/>
    <w:uiPriority w:val="99"/>
    <w:semiHidden/>
    <w:rsid w:val="00B164A9"/>
  </w:style>
  <w:style w:type="paragraph" w:styleId="Untertitel">
    <w:name w:val="Subtitle"/>
    <w:basedOn w:val="Standard"/>
    <w:next w:val="Standard"/>
    <w:link w:val="UntertitelZchn"/>
    <w:uiPriority w:val="11"/>
    <w:qFormat/>
    <w:rsid w:val="00B164A9"/>
    <w:pPr>
      <w:numPr>
        <w:ilvl w:val="1"/>
      </w:numPr>
      <w:spacing w:after="160" w:line="259" w:lineRule="auto"/>
    </w:pPr>
    <w:rPr>
      <w:rFonts w:asciiTheme="minorHAnsi" w:hAnsiTheme="minorHAnsi" w:eastAsiaTheme="minorEastAsia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B164A9"/>
    <w:rPr>
      <w:rFonts w:eastAsiaTheme="minorEastAsia"/>
      <w:color w:val="5A5A5A" w:themeColor="text1" w:themeTint="A5"/>
      <w:spacing w:val="15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B164A9"/>
    <w:pPr>
      <w:spacing w:after="10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2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44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66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88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110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13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154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164A9"/>
    <w:pPr>
      <w:spacing w:after="100" w:line="259" w:lineRule="auto"/>
      <w:ind w:left="176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B164A9"/>
    <w:pPr>
      <w:spacing w:before="200" w:after="1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styleId="ZitatZchn" w:customStyle="1">
    <w:name w:val="Zitat Zchn"/>
    <w:basedOn w:val="Absatz-Standardschriftart"/>
    <w:link w:val="Zitat"/>
    <w:uiPriority w:val="29"/>
    <w:rsid w:val="00B164A9"/>
    <w:rPr>
      <w:i/>
      <w:iCs/>
      <w:color w:val="404040" w:themeColor="text1" w:themeTint="BF"/>
    </w:rPr>
  </w:style>
  <w:style w:type="table" w:styleId="Tabellenraster">
    <w:name w:val="Table Grid"/>
    <w:basedOn w:val="NormaleTabelle"/>
    <w:rsid w:val="00B164A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de-DE" w:eastAsia="de-D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 w:customStyle="1">
    <w:name w:val="Unresolved Mention"/>
    <w:basedOn w:val="Absatz-Standardschriftart"/>
    <w:uiPriority w:val="99"/>
    <w:semiHidden/>
    <w:unhideWhenUsed/>
    <w:rsid w:val="006033B0"/>
    <w:rPr>
      <w:color w:val="605E5C"/>
      <w:shd w:val="clear" w:color="auto" w:fill="E1DFDD"/>
    </w:rPr>
  </w:style>
  <w:style w:type="table" w:styleId="TableNormal" w:customStyle="1">
    <w:name w:val="Table Normal"/>
    <w:uiPriority w:val="2"/>
    <w:semiHidden/>
    <w:unhideWhenUsed/>
    <w:qFormat/>
    <w:rsid w:val="007839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Standard"/>
    <w:uiPriority w:val="1"/>
    <w:qFormat/>
    <w:rsid w:val="00783956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953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s2\OneDriveforBusiness\OneDrive%20-%20OeBFV\Vorlagen\Dokumente%20und%20Briefe\Vorlage%20Dokument%20allgem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1EC448245B2E40BF395CD1FC83BB76" ma:contentTypeVersion="" ma:contentTypeDescription="Ein neues Dokument erstellen." ma:contentTypeScope="" ma:versionID="705f0c2efec11b5289263c06f5dce4e9">
  <xsd:schema xmlns:xsd="http://www.w3.org/2001/XMLSchema" xmlns:xs="http://www.w3.org/2001/XMLSchema" xmlns:p="http://schemas.microsoft.com/office/2006/metadata/properties" xmlns:ns2="51a24b00-de50-4e82-96e7-a9d633bdb18d" targetNamespace="http://schemas.microsoft.com/office/2006/metadata/properties" ma:root="true" ma:fieldsID="e65fef28e0423d09a507c3011490ce2b" ns2:_="">
    <xsd:import namespace="51a24b00-de50-4e82-96e7-a9d633bdb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24b00-de50-4e82-96e7-a9d633bdb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02909-462A-4C18-BBC2-CF80F124CF4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51a24b00-de50-4e82-96e7-a9d633bdb18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4DCDC8-9CF2-4515-8F5A-6E6CB6CF71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B795-4DA0-4141-9E5B-EB521E7547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Vorlage Dokument allgemein.dotx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Springer</dc:creator>
  <cp:keywords/>
  <dc:description/>
  <cp:lastModifiedBy>Hubert Springer</cp:lastModifiedBy>
  <cp:revision>9</cp:revision>
  <cp:lastPrinted>2018-09-03T09:34:00Z</cp:lastPrinted>
  <dcterms:created xsi:type="dcterms:W3CDTF">2018-11-17T17:06:00Z</dcterms:created>
  <dcterms:modified xsi:type="dcterms:W3CDTF">2019-02-13T21:04:03Z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0x010100831EC448245B2E40BF395CD1FC83BB76</vt:lpwstr>
  </property>
  <property fmtid="{D5CDD505-2E9C-101B-9397-08002B2CF9AE}" pid="3" name="AuthorIds_UIVersion_3072">
    <vt:lpwstr>413</vt:lpwstr>
  </property>
</Properties>
</file>